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E56" w:rsidRPr="00364182" w:rsidRDefault="00CD6E56">
      <w:pPr>
        <w:spacing w:line="360" w:lineRule="auto"/>
        <w:jc w:val="center"/>
        <w:rPr>
          <w:b/>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7" o:spid="_x0000_s1026" type="#_x0000_t75" alt="черно-белый вариант" style="position:absolute;left:0;text-align:left;margin-left:216.6pt;margin-top:0;width:42pt;height:69pt;z-index:251658240;visibility:visible" o:allowoverlap="f">
            <v:imagedata r:id="rId7" o:title=""/>
            <w10:wrap type="square" side="right"/>
          </v:shape>
        </w:pict>
      </w:r>
      <w:r w:rsidRPr="007534EC">
        <w:rPr>
          <w:b/>
          <w:color w:val="FFFFFF"/>
          <w:sz w:val="32"/>
          <w:szCs w:val="32"/>
        </w:rPr>
        <w:t>п</w:t>
      </w:r>
    </w:p>
    <w:p w:rsidR="00CD6E56" w:rsidRPr="00221F35" w:rsidRDefault="00CD6E56">
      <w:pPr>
        <w:spacing w:line="360" w:lineRule="auto"/>
        <w:jc w:val="center"/>
        <w:rPr>
          <w:b/>
          <w:sz w:val="32"/>
          <w:szCs w:val="32"/>
          <w:lang w:val="en-US"/>
        </w:rPr>
      </w:pPr>
    </w:p>
    <w:p w:rsidR="00CD6E56" w:rsidRPr="006D43FF" w:rsidRDefault="00CD6E56">
      <w:pPr>
        <w:spacing w:line="360" w:lineRule="auto"/>
        <w:jc w:val="center"/>
        <w:rPr>
          <w:b/>
          <w:sz w:val="32"/>
          <w:szCs w:val="32"/>
        </w:rPr>
      </w:pPr>
    </w:p>
    <w:p w:rsidR="00CD6E56" w:rsidRPr="006D43FF" w:rsidRDefault="00CD6E56">
      <w:pPr>
        <w:spacing w:line="360" w:lineRule="auto"/>
        <w:jc w:val="center"/>
        <w:rPr>
          <w:b/>
          <w:sz w:val="32"/>
          <w:szCs w:val="32"/>
        </w:rPr>
      </w:pPr>
      <w:r w:rsidRPr="006D43FF">
        <w:rPr>
          <w:b/>
          <w:sz w:val="32"/>
          <w:szCs w:val="32"/>
        </w:rPr>
        <w:t>ДУМА</w:t>
      </w:r>
    </w:p>
    <w:p w:rsidR="00CD6E56" w:rsidRPr="006D43FF" w:rsidRDefault="00CD6E56">
      <w:pPr>
        <w:spacing w:line="100" w:lineRule="atLeast"/>
        <w:jc w:val="center"/>
        <w:rPr>
          <w:b/>
          <w:sz w:val="32"/>
          <w:szCs w:val="32"/>
        </w:rPr>
      </w:pPr>
      <w:r w:rsidRPr="006D43FF">
        <w:rPr>
          <w:b/>
          <w:sz w:val="32"/>
          <w:szCs w:val="32"/>
        </w:rPr>
        <w:t>НОВОУРАЛЬСКОГО ГОРОДСКОГО ОКРУГА</w:t>
      </w:r>
    </w:p>
    <w:p w:rsidR="00CD6E56" w:rsidRPr="006D43FF" w:rsidRDefault="00CD6E56">
      <w:pPr>
        <w:spacing w:line="100" w:lineRule="atLeast"/>
        <w:rPr>
          <w:b/>
          <w:sz w:val="32"/>
          <w:szCs w:val="32"/>
        </w:rPr>
      </w:pPr>
      <w:r>
        <w:rPr>
          <w:noProof/>
        </w:rPr>
        <w:pict>
          <v:shape id="Рисунок 1" o:spid="_x0000_i1025" type="#_x0000_t75" style="width:497pt;height:4.5pt;visibility:visible">
            <v:imagedata r:id="rId8" o:title=""/>
          </v:shape>
        </w:pict>
      </w:r>
    </w:p>
    <w:p w:rsidR="00CD6E56" w:rsidRPr="00E71FFB" w:rsidRDefault="00CD6E56" w:rsidP="002B4D07">
      <w:pPr>
        <w:jc w:val="right"/>
        <w:rPr>
          <w:spacing w:val="20"/>
          <w:sz w:val="34"/>
          <w:szCs w:val="34"/>
        </w:rPr>
      </w:pPr>
      <w:r w:rsidRPr="00E71FFB">
        <w:rPr>
          <w:spacing w:val="20"/>
          <w:sz w:val="34"/>
          <w:szCs w:val="34"/>
        </w:rPr>
        <w:t>Проект</w:t>
      </w:r>
    </w:p>
    <w:p w:rsidR="00CD6E56" w:rsidRPr="006D43FF" w:rsidRDefault="00CD6E56">
      <w:pPr>
        <w:jc w:val="center"/>
        <w:rPr>
          <w:b/>
          <w:spacing w:val="20"/>
          <w:sz w:val="34"/>
          <w:szCs w:val="34"/>
        </w:rPr>
      </w:pPr>
      <w:r w:rsidRPr="006D43FF">
        <w:rPr>
          <w:b/>
          <w:spacing w:val="20"/>
          <w:sz w:val="34"/>
          <w:szCs w:val="34"/>
        </w:rPr>
        <w:t>РЕШЕНИЕ</w:t>
      </w:r>
    </w:p>
    <w:p w:rsidR="00CD6E56" w:rsidRPr="006D43FF" w:rsidRDefault="00CD6E56">
      <w:pPr>
        <w:jc w:val="center"/>
      </w:pPr>
    </w:p>
    <w:p w:rsidR="00CD6E56" w:rsidRPr="006D43FF" w:rsidRDefault="00CD6E56">
      <w:pPr>
        <w:jc w:val="center"/>
      </w:pPr>
      <w:r w:rsidRPr="006D43FF">
        <w:t>_____________</w:t>
      </w:r>
      <w:r w:rsidRPr="006D43FF">
        <w:tab/>
      </w:r>
      <w:r w:rsidRPr="006D43FF">
        <w:tab/>
      </w:r>
      <w:r w:rsidRPr="006D43FF">
        <w:tab/>
      </w:r>
      <w:r w:rsidRPr="006D43FF">
        <w:tab/>
      </w:r>
      <w:r w:rsidRPr="006D43FF">
        <w:tab/>
      </w:r>
      <w:r w:rsidRPr="006D43FF">
        <w:tab/>
      </w:r>
      <w:r w:rsidRPr="006D43FF">
        <w:tab/>
      </w:r>
      <w:r w:rsidRPr="006D43FF">
        <w:tab/>
        <w:t xml:space="preserve"> № _________</w:t>
      </w:r>
    </w:p>
    <w:p w:rsidR="00CD6E56" w:rsidRPr="006D43FF" w:rsidRDefault="00CD6E56"/>
    <w:p w:rsidR="00CD6E56" w:rsidRPr="006D43FF" w:rsidRDefault="00CD6E56"/>
    <w:p w:rsidR="00CD6E56" w:rsidRDefault="00CD6E56" w:rsidP="00364182">
      <w:pPr>
        <w:tabs>
          <w:tab w:val="left" w:pos="8352"/>
        </w:tabs>
        <w:jc w:val="center"/>
        <w:rPr>
          <w:b/>
          <w:i/>
          <w:color w:val="000000"/>
          <w:sz w:val="28"/>
          <w:szCs w:val="28"/>
        </w:rPr>
      </w:pPr>
      <w:r>
        <w:rPr>
          <w:b/>
          <w:i/>
          <w:color w:val="000000"/>
          <w:sz w:val="28"/>
          <w:szCs w:val="28"/>
        </w:rPr>
        <w:t>О внесении изменения</w:t>
      </w:r>
      <w:r w:rsidRPr="00113195">
        <w:rPr>
          <w:b/>
          <w:i/>
          <w:color w:val="000000"/>
          <w:sz w:val="28"/>
          <w:szCs w:val="28"/>
        </w:rPr>
        <w:t xml:space="preserve"> </w:t>
      </w:r>
      <w:r>
        <w:rPr>
          <w:b/>
          <w:i/>
          <w:color w:val="000000"/>
          <w:sz w:val="28"/>
          <w:szCs w:val="28"/>
        </w:rPr>
        <w:t xml:space="preserve">в Положение </w:t>
      </w:r>
    </w:p>
    <w:p w:rsidR="00CD6E56" w:rsidRPr="00113195" w:rsidRDefault="00CD6E56" w:rsidP="00364182">
      <w:pPr>
        <w:tabs>
          <w:tab w:val="left" w:pos="8352"/>
        </w:tabs>
        <w:jc w:val="center"/>
        <w:rPr>
          <w:b/>
          <w:i/>
          <w:color w:val="000000"/>
          <w:sz w:val="28"/>
          <w:szCs w:val="28"/>
        </w:rPr>
      </w:pPr>
      <w:r>
        <w:rPr>
          <w:b/>
          <w:i/>
          <w:color w:val="000000"/>
          <w:sz w:val="28"/>
          <w:szCs w:val="28"/>
        </w:rPr>
        <w:t>«О бюджетном процессе в Новоуральском городском округе»</w:t>
      </w:r>
    </w:p>
    <w:p w:rsidR="00CD6E56" w:rsidRPr="00113195" w:rsidRDefault="00CD6E56">
      <w:pPr>
        <w:ind w:firstLine="567"/>
        <w:rPr>
          <w:color w:val="000000"/>
          <w:sz w:val="28"/>
          <w:szCs w:val="28"/>
        </w:rPr>
      </w:pPr>
    </w:p>
    <w:p w:rsidR="00CD6E56" w:rsidRPr="00113195" w:rsidRDefault="00CD6E56">
      <w:pPr>
        <w:ind w:firstLine="567"/>
        <w:rPr>
          <w:color w:val="000000"/>
          <w:sz w:val="28"/>
          <w:szCs w:val="28"/>
        </w:rPr>
      </w:pPr>
    </w:p>
    <w:p w:rsidR="00CD6E56" w:rsidRPr="00113195" w:rsidRDefault="00CD6E56">
      <w:pPr>
        <w:ind w:firstLine="567"/>
        <w:jc w:val="both"/>
        <w:rPr>
          <w:color w:val="000000"/>
          <w:sz w:val="28"/>
          <w:szCs w:val="28"/>
        </w:rPr>
      </w:pPr>
      <w:r>
        <w:rPr>
          <w:color w:val="000000"/>
          <w:sz w:val="28"/>
          <w:szCs w:val="28"/>
        </w:rPr>
        <w:t>В соответствии с</w:t>
      </w:r>
      <w:r w:rsidRPr="00113195">
        <w:rPr>
          <w:color w:val="000000"/>
          <w:sz w:val="28"/>
          <w:szCs w:val="28"/>
        </w:rPr>
        <w:t xml:space="preserve"> Бюджетным кодексом Российской Федерации</w:t>
      </w:r>
      <w:r>
        <w:rPr>
          <w:color w:val="000000"/>
          <w:sz w:val="28"/>
          <w:szCs w:val="28"/>
        </w:rPr>
        <w:t>, статьей 31 Устава</w:t>
      </w:r>
      <w:r w:rsidRPr="00113195">
        <w:rPr>
          <w:color w:val="000000"/>
          <w:sz w:val="28"/>
          <w:szCs w:val="28"/>
        </w:rPr>
        <w:t xml:space="preserve"> Новоуральского городского округа, </w:t>
      </w:r>
      <w:r>
        <w:rPr>
          <w:color w:val="000000"/>
          <w:sz w:val="28"/>
          <w:szCs w:val="28"/>
        </w:rPr>
        <w:t>с целью совершенствования бюджетного процесса,</w:t>
      </w:r>
      <w:r w:rsidRPr="00113195">
        <w:rPr>
          <w:color w:val="000000"/>
          <w:sz w:val="28"/>
          <w:szCs w:val="28"/>
        </w:rPr>
        <w:t xml:space="preserve"> Дума Новоуральского городского округа</w:t>
      </w:r>
    </w:p>
    <w:p w:rsidR="00CD6E56" w:rsidRPr="00113195" w:rsidRDefault="00CD6E56" w:rsidP="00391E92">
      <w:pPr>
        <w:rPr>
          <w:b/>
          <w:color w:val="FF0000"/>
          <w:sz w:val="28"/>
          <w:szCs w:val="28"/>
        </w:rPr>
      </w:pPr>
    </w:p>
    <w:p w:rsidR="00CD6E56" w:rsidRPr="00113195" w:rsidRDefault="00CD6E56" w:rsidP="00391E92">
      <w:pPr>
        <w:rPr>
          <w:b/>
          <w:color w:val="000000"/>
          <w:sz w:val="28"/>
          <w:szCs w:val="28"/>
        </w:rPr>
      </w:pPr>
      <w:r w:rsidRPr="00113195">
        <w:rPr>
          <w:b/>
          <w:color w:val="000000"/>
          <w:sz w:val="28"/>
          <w:szCs w:val="28"/>
        </w:rPr>
        <w:t>РЕШИЛА:</w:t>
      </w:r>
    </w:p>
    <w:p w:rsidR="00CD6E56" w:rsidRPr="00113195" w:rsidRDefault="00CD6E56" w:rsidP="00BF7F9B">
      <w:pPr>
        <w:pStyle w:val="BodyText"/>
        <w:tabs>
          <w:tab w:val="num" w:pos="0"/>
        </w:tabs>
        <w:spacing w:after="0"/>
        <w:ind w:firstLine="567"/>
        <w:jc w:val="both"/>
        <w:rPr>
          <w:color w:val="000000"/>
          <w:sz w:val="28"/>
          <w:szCs w:val="28"/>
        </w:rPr>
      </w:pPr>
    </w:p>
    <w:p w:rsidR="00CD6E56" w:rsidRDefault="00CD6E56" w:rsidP="002B4D07">
      <w:pPr>
        <w:ind w:firstLine="720"/>
        <w:jc w:val="both"/>
        <w:rPr>
          <w:color w:val="000000"/>
          <w:sz w:val="28"/>
          <w:szCs w:val="28"/>
        </w:rPr>
      </w:pPr>
      <w:r>
        <w:rPr>
          <w:color w:val="000000"/>
          <w:sz w:val="28"/>
          <w:szCs w:val="28"/>
        </w:rPr>
        <w:t xml:space="preserve">1. </w:t>
      </w:r>
      <w:r w:rsidRPr="002B4D07">
        <w:rPr>
          <w:color w:val="000000"/>
          <w:sz w:val="28"/>
          <w:szCs w:val="28"/>
        </w:rPr>
        <w:t>Внести изменение в Положение «О бюджетном процессе в Новоуральском г</w:t>
      </w:r>
      <w:r>
        <w:rPr>
          <w:color w:val="000000"/>
          <w:sz w:val="28"/>
          <w:szCs w:val="28"/>
        </w:rPr>
        <w:t>ородском округе», утвержденное р</w:t>
      </w:r>
      <w:r w:rsidRPr="002B4D07">
        <w:rPr>
          <w:color w:val="000000"/>
          <w:sz w:val="28"/>
          <w:szCs w:val="28"/>
        </w:rPr>
        <w:t>ешением Думы Новоуральского городского округа от 27 апр</w:t>
      </w:r>
      <w:r>
        <w:rPr>
          <w:color w:val="000000"/>
          <w:sz w:val="28"/>
          <w:szCs w:val="28"/>
        </w:rPr>
        <w:t>еля 2016 года № 53 (в редакции р</w:t>
      </w:r>
      <w:r w:rsidRPr="002B4D07">
        <w:rPr>
          <w:color w:val="000000"/>
          <w:sz w:val="28"/>
          <w:szCs w:val="28"/>
        </w:rPr>
        <w:t xml:space="preserve">ешений Думы Новоуральского городского округа от 28 сентября 2016 года № 133, от 26 апреля 2017 года № 57, </w:t>
      </w:r>
      <w:r>
        <w:rPr>
          <w:color w:val="000000"/>
          <w:sz w:val="28"/>
          <w:szCs w:val="28"/>
        </w:rPr>
        <w:t xml:space="preserve">от </w:t>
      </w:r>
      <w:r w:rsidRPr="002B4D07">
        <w:rPr>
          <w:color w:val="000000"/>
          <w:sz w:val="28"/>
          <w:szCs w:val="28"/>
        </w:rPr>
        <w:t>28 июня 2017 года № 88, от 31 октября 2018 года № 104, от 24 апреля 2019 года № 51, от 23 сентября 2020 года № 74, от 27 марта 2024 года № 35, от 29 мая 2024 года №47), изложив</w:t>
      </w:r>
      <w:r>
        <w:rPr>
          <w:color w:val="000000"/>
          <w:sz w:val="28"/>
          <w:szCs w:val="28"/>
        </w:rPr>
        <w:t xml:space="preserve"> абзац второй пункта 2-2 статьи 18 в следующей редакции</w:t>
      </w:r>
      <w:r w:rsidRPr="008E6161">
        <w:rPr>
          <w:color w:val="000000"/>
          <w:sz w:val="28"/>
          <w:szCs w:val="28"/>
        </w:rPr>
        <w:t xml:space="preserve">: </w:t>
      </w:r>
    </w:p>
    <w:p w:rsidR="00CD6E56" w:rsidRPr="00D12CA0" w:rsidRDefault="00CD6E56" w:rsidP="002B4D07">
      <w:pPr>
        <w:pStyle w:val="NormalWeb"/>
        <w:spacing w:before="0" w:beforeAutospacing="0" w:after="0" w:afterAutospacing="0"/>
        <w:ind w:firstLine="720"/>
        <w:jc w:val="both"/>
        <w:rPr>
          <w:sz w:val="28"/>
          <w:szCs w:val="28"/>
        </w:rPr>
      </w:pPr>
      <w:r>
        <w:rPr>
          <w:sz w:val="28"/>
          <w:szCs w:val="28"/>
        </w:rPr>
        <w:t>«Г</w:t>
      </w:r>
      <w:r w:rsidRPr="00D12CA0">
        <w:rPr>
          <w:sz w:val="28"/>
          <w:szCs w:val="28"/>
        </w:rPr>
        <w:t>рафик рассмотрения проекта бюджета городского округа</w:t>
      </w:r>
      <w:r w:rsidRPr="002B4D07">
        <w:rPr>
          <w:sz w:val="28"/>
          <w:szCs w:val="28"/>
        </w:rPr>
        <w:t xml:space="preserve"> </w:t>
      </w:r>
      <w:r>
        <w:rPr>
          <w:sz w:val="28"/>
          <w:szCs w:val="28"/>
        </w:rPr>
        <w:t>утверждается распоряжением Председателя Думы городского округа.».</w:t>
      </w:r>
    </w:p>
    <w:p w:rsidR="00CD6E56" w:rsidRPr="00D547A2" w:rsidRDefault="00CD6E56" w:rsidP="002B4D07">
      <w:pPr>
        <w:pStyle w:val="BodyText"/>
        <w:tabs>
          <w:tab w:val="left" w:pos="1134"/>
        </w:tabs>
        <w:spacing w:after="0"/>
        <w:ind w:firstLine="720"/>
        <w:jc w:val="both"/>
        <w:rPr>
          <w:color w:val="000000"/>
          <w:sz w:val="28"/>
          <w:szCs w:val="28"/>
        </w:rPr>
      </w:pPr>
      <w:r>
        <w:rPr>
          <w:color w:val="000000"/>
          <w:sz w:val="28"/>
          <w:szCs w:val="28"/>
        </w:rPr>
        <w:t>2. Н</w:t>
      </w:r>
      <w:r w:rsidRPr="00D547A2">
        <w:rPr>
          <w:color w:val="000000"/>
          <w:sz w:val="28"/>
          <w:szCs w:val="28"/>
        </w:rPr>
        <w:t xml:space="preserve">астоящее решение </w:t>
      </w:r>
      <w:r>
        <w:rPr>
          <w:color w:val="000000"/>
          <w:sz w:val="28"/>
          <w:szCs w:val="28"/>
        </w:rPr>
        <w:t>опубликовать</w:t>
      </w:r>
      <w:r w:rsidRPr="00D547A2">
        <w:rPr>
          <w:color w:val="000000"/>
          <w:sz w:val="28"/>
          <w:szCs w:val="28"/>
        </w:rPr>
        <w:t xml:space="preserve"> в газете «Нейва».</w:t>
      </w:r>
    </w:p>
    <w:p w:rsidR="00CD6E56" w:rsidRPr="00D547A2" w:rsidRDefault="00CD6E56" w:rsidP="002B4D07">
      <w:pPr>
        <w:pStyle w:val="BodyText"/>
        <w:tabs>
          <w:tab w:val="left" w:pos="1134"/>
        </w:tabs>
        <w:spacing w:after="0"/>
        <w:ind w:firstLine="720"/>
        <w:jc w:val="both"/>
        <w:rPr>
          <w:color w:val="000000"/>
          <w:sz w:val="28"/>
          <w:szCs w:val="28"/>
        </w:rPr>
      </w:pPr>
      <w:r>
        <w:rPr>
          <w:color w:val="000000"/>
          <w:sz w:val="28"/>
          <w:szCs w:val="28"/>
        </w:rPr>
        <w:t xml:space="preserve">3. </w:t>
      </w:r>
      <w:r w:rsidRPr="00D547A2">
        <w:rPr>
          <w:color w:val="000000"/>
          <w:sz w:val="28"/>
          <w:szCs w:val="28"/>
        </w:rPr>
        <w:t>Контроль выполнения настоящего решения возложить на постоянную комиссию Думы Новоуральского городского округа по бюджету и экономической политике (Волков А.Н.).</w:t>
      </w:r>
    </w:p>
    <w:p w:rsidR="00CD6E56" w:rsidRPr="00D547A2" w:rsidRDefault="00CD6E56" w:rsidP="008671CC">
      <w:pPr>
        <w:tabs>
          <w:tab w:val="num" w:pos="0"/>
        </w:tabs>
        <w:jc w:val="both"/>
        <w:rPr>
          <w:color w:val="000000"/>
          <w:sz w:val="28"/>
          <w:szCs w:val="28"/>
        </w:rPr>
      </w:pPr>
    </w:p>
    <w:p w:rsidR="00CD6E56" w:rsidRPr="00D547A2" w:rsidRDefault="00CD6E56">
      <w:pPr>
        <w:jc w:val="both"/>
        <w:rPr>
          <w:color w:val="000000"/>
          <w:sz w:val="28"/>
          <w:szCs w:val="28"/>
        </w:rPr>
      </w:pPr>
    </w:p>
    <w:p w:rsidR="00CD6E56" w:rsidRPr="00D547A2" w:rsidRDefault="00CD6E56">
      <w:pPr>
        <w:jc w:val="both"/>
        <w:rPr>
          <w:color w:val="000000"/>
          <w:sz w:val="28"/>
          <w:szCs w:val="28"/>
        </w:rPr>
      </w:pPr>
      <w:r w:rsidRPr="00D547A2">
        <w:rPr>
          <w:color w:val="000000"/>
          <w:sz w:val="28"/>
          <w:szCs w:val="28"/>
        </w:rPr>
        <w:t>Глава Новоуральского</w:t>
      </w:r>
    </w:p>
    <w:p w:rsidR="00CD6E56" w:rsidRPr="00D547A2" w:rsidRDefault="00CD6E56">
      <w:pPr>
        <w:jc w:val="both"/>
        <w:rPr>
          <w:color w:val="000000"/>
          <w:sz w:val="28"/>
          <w:szCs w:val="28"/>
        </w:rPr>
      </w:pPr>
      <w:r w:rsidRPr="00D547A2">
        <w:rPr>
          <w:color w:val="000000"/>
          <w:sz w:val="28"/>
          <w:szCs w:val="28"/>
        </w:rPr>
        <w:t xml:space="preserve">городского округа    </w:t>
      </w:r>
      <w:r>
        <w:rPr>
          <w:color w:val="000000"/>
          <w:sz w:val="28"/>
          <w:szCs w:val="28"/>
        </w:rPr>
        <w:t xml:space="preserve">                                                                        </w:t>
      </w:r>
      <w:r w:rsidRPr="00D547A2">
        <w:rPr>
          <w:color w:val="000000"/>
          <w:sz w:val="28"/>
          <w:szCs w:val="28"/>
        </w:rPr>
        <w:t>В.Я. Тюменцев</w:t>
      </w:r>
    </w:p>
    <w:p w:rsidR="00CD6E56" w:rsidRDefault="00CD6E56">
      <w:pPr>
        <w:jc w:val="both"/>
        <w:rPr>
          <w:color w:val="000000"/>
          <w:sz w:val="28"/>
          <w:szCs w:val="28"/>
        </w:rPr>
      </w:pPr>
    </w:p>
    <w:p w:rsidR="00CD6E56" w:rsidRPr="00D547A2" w:rsidRDefault="00CD6E56">
      <w:pPr>
        <w:jc w:val="both"/>
        <w:rPr>
          <w:color w:val="000000"/>
          <w:sz w:val="28"/>
          <w:szCs w:val="28"/>
        </w:rPr>
      </w:pPr>
      <w:bookmarkStart w:id="0" w:name="_GoBack"/>
      <w:bookmarkEnd w:id="0"/>
    </w:p>
    <w:p w:rsidR="00CD6E56" w:rsidRPr="004C070E" w:rsidRDefault="00CD6E56">
      <w:pPr>
        <w:jc w:val="both"/>
        <w:rPr>
          <w:color w:val="000000"/>
          <w:sz w:val="28"/>
          <w:szCs w:val="28"/>
        </w:rPr>
      </w:pPr>
      <w:r w:rsidRPr="00D547A2">
        <w:rPr>
          <w:color w:val="000000"/>
          <w:sz w:val="28"/>
          <w:szCs w:val="28"/>
        </w:rPr>
        <w:t xml:space="preserve">Председатель Думы </w:t>
      </w:r>
      <w:r>
        <w:rPr>
          <w:color w:val="000000"/>
          <w:sz w:val="28"/>
          <w:szCs w:val="28"/>
        </w:rPr>
        <w:t xml:space="preserve">                                                                        </w:t>
      </w:r>
      <w:r w:rsidRPr="00D547A2">
        <w:rPr>
          <w:color w:val="000000"/>
          <w:sz w:val="28"/>
          <w:szCs w:val="28"/>
        </w:rPr>
        <w:t>М.А. Денисов</w:t>
      </w:r>
    </w:p>
    <w:sectPr w:rsidR="00CD6E56" w:rsidRPr="004C070E" w:rsidSect="003A1E98">
      <w:footerReference w:type="even" r:id="rId9"/>
      <w:footerReference w:type="default" r:id="rId10"/>
      <w:pgSz w:w="11906" w:h="16838"/>
      <w:pgMar w:top="709" w:right="991" w:bottom="426" w:left="1418" w:header="0"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E56" w:rsidRDefault="00CD6E56">
      <w:r>
        <w:separator/>
      </w:r>
    </w:p>
  </w:endnote>
  <w:endnote w:type="continuationSeparator" w:id="0">
    <w:p w:rsidR="00CD6E56" w:rsidRDefault="00CD6E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56" w:rsidRDefault="00CD6E56" w:rsidP="00391E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6E56" w:rsidRDefault="00CD6E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56" w:rsidRDefault="00CD6E56" w:rsidP="00391E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D6E56" w:rsidRDefault="00CD6E5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E56" w:rsidRDefault="00CD6E56">
      <w:r>
        <w:separator/>
      </w:r>
    </w:p>
  </w:footnote>
  <w:footnote w:type="continuationSeparator" w:id="0">
    <w:p w:rsidR="00CD6E56" w:rsidRDefault="00CD6E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7F6FB2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8747FE"/>
    <w:multiLevelType w:val="hybridMultilevel"/>
    <w:tmpl w:val="E174A78C"/>
    <w:lvl w:ilvl="0" w:tplc="98928850">
      <w:start w:val="1"/>
      <w:numFmt w:val="decimal"/>
      <w:lvlText w:val="%1."/>
      <w:lvlJc w:val="left"/>
      <w:pPr>
        <w:tabs>
          <w:tab w:val="num" w:pos="768"/>
        </w:tabs>
        <w:ind w:left="768" w:hanging="40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A63536"/>
    <w:multiLevelType w:val="hybridMultilevel"/>
    <w:tmpl w:val="5DC27830"/>
    <w:lvl w:ilvl="0" w:tplc="7E085ED2">
      <w:numFmt w:val="bullet"/>
      <w:lvlText w:val="-"/>
      <w:lvlJc w:val="left"/>
      <w:pPr>
        <w:tabs>
          <w:tab w:val="num" w:pos="1069"/>
        </w:tabs>
        <w:ind w:left="1069" w:hanging="360"/>
      </w:pPr>
      <w:rPr>
        <w:rFonts w:ascii="Times New Roman" w:eastAsia="Times New Roman" w:hAnsi="Times New Roman" w:hint="default"/>
      </w:rPr>
    </w:lvl>
    <w:lvl w:ilvl="1" w:tplc="29260F40" w:tentative="1">
      <w:start w:val="1"/>
      <w:numFmt w:val="bullet"/>
      <w:lvlText w:val="o"/>
      <w:lvlJc w:val="left"/>
      <w:pPr>
        <w:tabs>
          <w:tab w:val="num" w:pos="2214"/>
        </w:tabs>
        <w:ind w:left="2214" w:hanging="360"/>
      </w:pPr>
      <w:rPr>
        <w:rFonts w:ascii="Courier New" w:hAnsi="Courier New" w:hint="default"/>
      </w:rPr>
    </w:lvl>
    <w:lvl w:ilvl="2" w:tplc="73EA71E2" w:tentative="1">
      <w:start w:val="1"/>
      <w:numFmt w:val="bullet"/>
      <w:lvlText w:val=""/>
      <w:lvlJc w:val="left"/>
      <w:pPr>
        <w:tabs>
          <w:tab w:val="num" w:pos="2934"/>
        </w:tabs>
        <w:ind w:left="2934" w:hanging="360"/>
      </w:pPr>
      <w:rPr>
        <w:rFonts w:ascii="Wingdings" w:hAnsi="Wingdings" w:hint="default"/>
      </w:rPr>
    </w:lvl>
    <w:lvl w:ilvl="3" w:tplc="8E76D876" w:tentative="1">
      <w:start w:val="1"/>
      <w:numFmt w:val="bullet"/>
      <w:lvlText w:val=""/>
      <w:lvlJc w:val="left"/>
      <w:pPr>
        <w:tabs>
          <w:tab w:val="num" w:pos="3654"/>
        </w:tabs>
        <w:ind w:left="3654" w:hanging="360"/>
      </w:pPr>
      <w:rPr>
        <w:rFonts w:ascii="Symbol" w:hAnsi="Symbol" w:hint="default"/>
      </w:rPr>
    </w:lvl>
    <w:lvl w:ilvl="4" w:tplc="EA22996E" w:tentative="1">
      <w:start w:val="1"/>
      <w:numFmt w:val="bullet"/>
      <w:lvlText w:val="o"/>
      <w:lvlJc w:val="left"/>
      <w:pPr>
        <w:tabs>
          <w:tab w:val="num" w:pos="4374"/>
        </w:tabs>
        <w:ind w:left="4374" w:hanging="360"/>
      </w:pPr>
      <w:rPr>
        <w:rFonts w:ascii="Courier New" w:hAnsi="Courier New" w:hint="default"/>
      </w:rPr>
    </w:lvl>
    <w:lvl w:ilvl="5" w:tplc="9A7ACD94" w:tentative="1">
      <w:start w:val="1"/>
      <w:numFmt w:val="bullet"/>
      <w:lvlText w:val=""/>
      <w:lvlJc w:val="left"/>
      <w:pPr>
        <w:tabs>
          <w:tab w:val="num" w:pos="5094"/>
        </w:tabs>
        <w:ind w:left="5094" w:hanging="360"/>
      </w:pPr>
      <w:rPr>
        <w:rFonts w:ascii="Wingdings" w:hAnsi="Wingdings" w:hint="default"/>
      </w:rPr>
    </w:lvl>
    <w:lvl w:ilvl="6" w:tplc="54F0129C" w:tentative="1">
      <w:start w:val="1"/>
      <w:numFmt w:val="bullet"/>
      <w:lvlText w:val=""/>
      <w:lvlJc w:val="left"/>
      <w:pPr>
        <w:tabs>
          <w:tab w:val="num" w:pos="5814"/>
        </w:tabs>
        <w:ind w:left="5814" w:hanging="360"/>
      </w:pPr>
      <w:rPr>
        <w:rFonts w:ascii="Symbol" w:hAnsi="Symbol" w:hint="default"/>
      </w:rPr>
    </w:lvl>
    <w:lvl w:ilvl="7" w:tplc="6218CC24" w:tentative="1">
      <w:start w:val="1"/>
      <w:numFmt w:val="bullet"/>
      <w:lvlText w:val="o"/>
      <w:lvlJc w:val="left"/>
      <w:pPr>
        <w:tabs>
          <w:tab w:val="num" w:pos="6534"/>
        </w:tabs>
        <w:ind w:left="6534" w:hanging="360"/>
      </w:pPr>
      <w:rPr>
        <w:rFonts w:ascii="Courier New" w:hAnsi="Courier New" w:hint="default"/>
      </w:rPr>
    </w:lvl>
    <w:lvl w:ilvl="8" w:tplc="1D580AC6" w:tentative="1">
      <w:start w:val="1"/>
      <w:numFmt w:val="bullet"/>
      <w:lvlText w:val=""/>
      <w:lvlJc w:val="left"/>
      <w:pPr>
        <w:tabs>
          <w:tab w:val="num" w:pos="7254"/>
        </w:tabs>
        <w:ind w:left="7254" w:hanging="360"/>
      </w:pPr>
      <w:rPr>
        <w:rFonts w:ascii="Wingdings" w:hAnsi="Wingdings" w:hint="default"/>
      </w:rPr>
    </w:lvl>
  </w:abstractNum>
  <w:abstractNum w:abstractNumId="3">
    <w:nsid w:val="0A3C4A5A"/>
    <w:multiLevelType w:val="multilevel"/>
    <w:tmpl w:val="895E6612"/>
    <w:lvl w:ilvl="0">
      <w:start w:val="1"/>
      <w:numFmt w:val="decimal"/>
      <w:lvlText w:val="%1. "/>
      <w:legacy w:legacy="1" w:legacySpace="0" w:legacyIndent="360"/>
      <w:lvlJc w:val="left"/>
      <w:pPr>
        <w:ind w:left="2344" w:hanging="360"/>
      </w:pPr>
      <w:rPr>
        <w:rFonts w:ascii="TimesET" w:hAnsi="TimesET" w:cs="Times New Roman" w:hint="default"/>
        <w:b w:val="0"/>
        <w:i w:val="0"/>
        <w:sz w:val="24"/>
        <w:u w:val="none"/>
      </w:rPr>
    </w:lvl>
    <w:lvl w:ilvl="1">
      <w:start w:val="1"/>
      <w:numFmt w:val="decimal"/>
      <w:lvlText w:val="%2."/>
      <w:lvlJc w:val="left"/>
      <w:pPr>
        <w:tabs>
          <w:tab w:val="num" w:pos="2290"/>
        </w:tabs>
        <w:ind w:left="2290" w:hanging="360"/>
      </w:pPr>
      <w:rPr>
        <w:rFonts w:cs="Times New Roman" w:hint="default"/>
        <w:b w:val="0"/>
        <w:i w:val="0"/>
        <w:sz w:val="24"/>
        <w:u w:val="none"/>
      </w:rPr>
    </w:lvl>
    <w:lvl w:ilvl="2">
      <w:start w:val="1"/>
      <w:numFmt w:val="lowerRoman"/>
      <w:lvlText w:val="%3."/>
      <w:lvlJc w:val="right"/>
      <w:pPr>
        <w:tabs>
          <w:tab w:val="num" w:pos="3010"/>
        </w:tabs>
        <w:ind w:left="3010" w:hanging="180"/>
      </w:pPr>
      <w:rPr>
        <w:rFonts w:cs="Times New Roman"/>
      </w:rPr>
    </w:lvl>
    <w:lvl w:ilvl="3">
      <w:start w:val="1"/>
      <w:numFmt w:val="decimal"/>
      <w:lvlText w:val="%4."/>
      <w:lvlJc w:val="left"/>
      <w:pPr>
        <w:tabs>
          <w:tab w:val="num" w:pos="3730"/>
        </w:tabs>
        <w:ind w:left="3730" w:hanging="360"/>
      </w:pPr>
      <w:rPr>
        <w:rFonts w:cs="Times New Roman"/>
      </w:rPr>
    </w:lvl>
    <w:lvl w:ilvl="4">
      <w:start w:val="1"/>
      <w:numFmt w:val="lowerLetter"/>
      <w:lvlText w:val="%5."/>
      <w:lvlJc w:val="left"/>
      <w:pPr>
        <w:tabs>
          <w:tab w:val="num" w:pos="4450"/>
        </w:tabs>
        <w:ind w:left="4450" w:hanging="360"/>
      </w:pPr>
      <w:rPr>
        <w:rFonts w:cs="Times New Roman"/>
      </w:rPr>
    </w:lvl>
    <w:lvl w:ilvl="5">
      <w:start w:val="1"/>
      <w:numFmt w:val="lowerRoman"/>
      <w:lvlText w:val="%6."/>
      <w:lvlJc w:val="right"/>
      <w:pPr>
        <w:tabs>
          <w:tab w:val="num" w:pos="5170"/>
        </w:tabs>
        <w:ind w:left="5170" w:hanging="180"/>
      </w:pPr>
      <w:rPr>
        <w:rFonts w:cs="Times New Roman"/>
      </w:rPr>
    </w:lvl>
    <w:lvl w:ilvl="6">
      <w:start w:val="1"/>
      <w:numFmt w:val="decimal"/>
      <w:lvlText w:val="%7."/>
      <w:lvlJc w:val="left"/>
      <w:pPr>
        <w:tabs>
          <w:tab w:val="num" w:pos="5890"/>
        </w:tabs>
        <w:ind w:left="5890" w:hanging="360"/>
      </w:pPr>
      <w:rPr>
        <w:rFonts w:cs="Times New Roman"/>
      </w:rPr>
    </w:lvl>
    <w:lvl w:ilvl="7">
      <w:start w:val="1"/>
      <w:numFmt w:val="lowerLetter"/>
      <w:lvlText w:val="%8."/>
      <w:lvlJc w:val="left"/>
      <w:pPr>
        <w:tabs>
          <w:tab w:val="num" w:pos="6610"/>
        </w:tabs>
        <w:ind w:left="6610" w:hanging="360"/>
      </w:pPr>
      <w:rPr>
        <w:rFonts w:cs="Times New Roman"/>
      </w:rPr>
    </w:lvl>
    <w:lvl w:ilvl="8">
      <w:start w:val="1"/>
      <w:numFmt w:val="lowerRoman"/>
      <w:lvlText w:val="%9."/>
      <w:lvlJc w:val="right"/>
      <w:pPr>
        <w:tabs>
          <w:tab w:val="num" w:pos="7330"/>
        </w:tabs>
        <w:ind w:left="7330" w:hanging="180"/>
      </w:pPr>
      <w:rPr>
        <w:rFonts w:cs="Times New Roman"/>
      </w:rPr>
    </w:lvl>
  </w:abstractNum>
  <w:abstractNum w:abstractNumId="4">
    <w:nsid w:val="0C02482E"/>
    <w:multiLevelType w:val="hybridMultilevel"/>
    <w:tmpl w:val="8D24100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0D051F04"/>
    <w:multiLevelType w:val="multilevel"/>
    <w:tmpl w:val="33FA6706"/>
    <w:lvl w:ilvl="0">
      <w:start w:val="1"/>
      <w:numFmt w:val="decimal"/>
      <w:lvlText w:val="%1."/>
      <w:lvlJc w:val="left"/>
      <w:pPr>
        <w:tabs>
          <w:tab w:val="num" w:pos="1422"/>
        </w:tabs>
        <w:ind w:left="1422" w:hanging="855"/>
      </w:pPr>
      <w:rPr>
        <w:rFonts w:cs="Times New Roman" w:hint="default"/>
      </w:rPr>
    </w:lvl>
    <w:lvl w:ilvl="1">
      <w:start w:val="1"/>
      <w:numFmt w:val="decimal"/>
      <w:isLgl/>
      <w:lvlText w:val="%1.%2."/>
      <w:lvlJc w:val="left"/>
      <w:pPr>
        <w:tabs>
          <w:tab w:val="num" w:pos="1287"/>
        </w:tabs>
        <w:ind w:left="1287" w:hanging="7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367"/>
        </w:tabs>
        <w:ind w:left="2367" w:hanging="180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727"/>
        </w:tabs>
        <w:ind w:left="2727" w:hanging="2160"/>
      </w:pPr>
      <w:rPr>
        <w:rFonts w:cs="Times New Roman" w:hint="default"/>
      </w:rPr>
    </w:lvl>
  </w:abstractNum>
  <w:abstractNum w:abstractNumId="6">
    <w:nsid w:val="0DBD2B92"/>
    <w:multiLevelType w:val="hybridMultilevel"/>
    <w:tmpl w:val="F4C018E2"/>
    <w:lvl w:ilvl="0" w:tplc="A38CD7D8">
      <w:start w:val="1"/>
      <w:numFmt w:val="decimal"/>
      <w:lvlText w:val="%1."/>
      <w:lvlJc w:val="left"/>
      <w:pPr>
        <w:ind w:left="1572" w:hanging="100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0F5615BD"/>
    <w:multiLevelType w:val="hybridMultilevel"/>
    <w:tmpl w:val="545A58C6"/>
    <w:lvl w:ilvl="0" w:tplc="2B2238A6">
      <w:start w:val="1"/>
      <w:numFmt w:val="decimal"/>
      <w:lvlText w:val="%1. "/>
      <w:legacy w:legacy="1" w:legacySpace="0" w:legacyIndent="360"/>
      <w:lvlJc w:val="left"/>
      <w:pPr>
        <w:ind w:left="3424" w:hanging="360"/>
      </w:pPr>
      <w:rPr>
        <w:rFonts w:ascii="TimesET" w:hAnsi="TimesET" w:cs="Times New Roman" w:hint="default"/>
        <w:b w:val="0"/>
        <w:i w:val="0"/>
        <w:sz w:val="24"/>
        <w:u w:val="none"/>
      </w:rPr>
    </w:lvl>
    <w:lvl w:ilvl="1" w:tplc="04190019" w:tentative="1">
      <w:start w:val="1"/>
      <w:numFmt w:val="lowerLetter"/>
      <w:lvlText w:val="%2."/>
      <w:lvlJc w:val="left"/>
      <w:pPr>
        <w:tabs>
          <w:tab w:val="num" w:pos="3370"/>
        </w:tabs>
        <w:ind w:left="3370" w:hanging="360"/>
      </w:pPr>
      <w:rPr>
        <w:rFonts w:cs="Times New Roman"/>
      </w:rPr>
    </w:lvl>
    <w:lvl w:ilvl="2" w:tplc="5F640564">
      <w:start w:val="1"/>
      <w:numFmt w:val="none"/>
      <w:lvlText w:val="4."/>
      <w:lvlJc w:val="right"/>
      <w:pPr>
        <w:tabs>
          <w:tab w:val="num" w:pos="4090"/>
        </w:tabs>
        <w:ind w:left="4090" w:hanging="180"/>
      </w:pPr>
      <w:rPr>
        <w:rFonts w:cs="Times New Roman" w:hint="default"/>
        <w:b w:val="0"/>
        <w:i w:val="0"/>
        <w:sz w:val="24"/>
        <w:u w:val="none"/>
      </w:rPr>
    </w:lvl>
    <w:lvl w:ilvl="3" w:tplc="0419000F" w:tentative="1">
      <w:start w:val="1"/>
      <w:numFmt w:val="decimal"/>
      <w:lvlText w:val="%4."/>
      <w:lvlJc w:val="left"/>
      <w:pPr>
        <w:tabs>
          <w:tab w:val="num" w:pos="4810"/>
        </w:tabs>
        <w:ind w:left="4810" w:hanging="360"/>
      </w:pPr>
      <w:rPr>
        <w:rFonts w:cs="Times New Roman"/>
      </w:rPr>
    </w:lvl>
    <w:lvl w:ilvl="4" w:tplc="04190019" w:tentative="1">
      <w:start w:val="1"/>
      <w:numFmt w:val="lowerLetter"/>
      <w:lvlText w:val="%5."/>
      <w:lvlJc w:val="left"/>
      <w:pPr>
        <w:tabs>
          <w:tab w:val="num" w:pos="5530"/>
        </w:tabs>
        <w:ind w:left="5530" w:hanging="360"/>
      </w:pPr>
      <w:rPr>
        <w:rFonts w:cs="Times New Roman"/>
      </w:rPr>
    </w:lvl>
    <w:lvl w:ilvl="5" w:tplc="0419001B" w:tentative="1">
      <w:start w:val="1"/>
      <w:numFmt w:val="lowerRoman"/>
      <w:lvlText w:val="%6."/>
      <w:lvlJc w:val="right"/>
      <w:pPr>
        <w:tabs>
          <w:tab w:val="num" w:pos="6250"/>
        </w:tabs>
        <w:ind w:left="6250" w:hanging="180"/>
      </w:pPr>
      <w:rPr>
        <w:rFonts w:cs="Times New Roman"/>
      </w:rPr>
    </w:lvl>
    <w:lvl w:ilvl="6" w:tplc="0419000F" w:tentative="1">
      <w:start w:val="1"/>
      <w:numFmt w:val="decimal"/>
      <w:lvlText w:val="%7."/>
      <w:lvlJc w:val="left"/>
      <w:pPr>
        <w:tabs>
          <w:tab w:val="num" w:pos="6970"/>
        </w:tabs>
        <w:ind w:left="6970" w:hanging="360"/>
      </w:pPr>
      <w:rPr>
        <w:rFonts w:cs="Times New Roman"/>
      </w:rPr>
    </w:lvl>
    <w:lvl w:ilvl="7" w:tplc="04190019" w:tentative="1">
      <w:start w:val="1"/>
      <w:numFmt w:val="lowerLetter"/>
      <w:lvlText w:val="%8."/>
      <w:lvlJc w:val="left"/>
      <w:pPr>
        <w:tabs>
          <w:tab w:val="num" w:pos="7690"/>
        </w:tabs>
        <w:ind w:left="7690" w:hanging="360"/>
      </w:pPr>
      <w:rPr>
        <w:rFonts w:cs="Times New Roman"/>
      </w:rPr>
    </w:lvl>
    <w:lvl w:ilvl="8" w:tplc="0419001B" w:tentative="1">
      <w:start w:val="1"/>
      <w:numFmt w:val="lowerRoman"/>
      <w:lvlText w:val="%9."/>
      <w:lvlJc w:val="right"/>
      <w:pPr>
        <w:tabs>
          <w:tab w:val="num" w:pos="8410"/>
        </w:tabs>
        <w:ind w:left="8410" w:hanging="180"/>
      </w:pPr>
      <w:rPr>
        <w:rFonts w:cs="Times New Roman"/>
      </w:rPr>
    </w:lvl>
  </w:abstractNum>
  <w:abstractNum w:abstractNumId="8">
    <w:nsid w:val="0F612CCF"/>
    <w:multiLevelType w:val="multilevel"/>
    <w:tmpl w:val="50542404"/>
    <w:lvl w:ilvl="0">
      <w:start w:val="1"/>
      <w:numFmt w:val="decimal"/>
      <w:lvlText w:val="%1. "/>
      <w:legacy w:legacy="1" w:legacySpace="0" w:legacyIndent="360"/>
      <w:lvlJc w:val="left"/>
      <w:pPr>
        <w:ind w:left="3424" w:hanging="360"/>
      </w:pPr>
      <w:rPr>
        <w:rFonts w:ascii="TimesET" w:hAnsi="TimesET" w:cs="Times New Roman" w:hint="default"/>
        <w:b w:val="0"/>
        <w:i w:val="0"/>
        <w:sz w:val="24"/>
        <w:u w:val="none"/>
      </w:rPr>
    </w:lvl>
    <w:lvl w:ilvl="1">
      <w:start w:val="1"/>
      <w:numFmt w:val="lowerLetter"/>
      <w:lvlText w:val="%2."/>
      <w:lvlJc w:val="left"/>
      <w:pPr>
        <w:tabs>
          <w:tab w:val="num" w:pos="3370"/>
        </w:tabs>
        <w:ind w:left="3370" w:hanging="360"/>
      </w:pPr>
      <w:rPr>
        <w:rFonts w:cs="Times New Roman"/>
      </w:rPr>
    </w:lvl>
    <w:lvl w:ilvl="2">
      <w:start w:val="4"/>
      <w:numFmt w:val="lowerRoman"/>
      <w:lvlText w:val="%3."/>
      <w:lvlJc w:val="right"/>
      <w:pPr>
        <w:tabs>
          <w:tab w:val="num" w:pos="4090"/>
        </w:tabs>
        <w:ind w:left="4090" w:hanging="180"/>
      </w:pPr>
      <w:rPr>
        <w:rFonts w:cs="Times New Roman" w:hint="default"/>
        <w:b w:val="0"/>
        <w:i w:val="0"/>
        <w:sz w:val="24"/>
        <w:u w:val="none"/>
      </w:rPr>
    </w:lvl>
    <w:lvl w:ilvl="3">
      <w:start w:val="1"/>
      <w:numFmt w:val="decimal"/>
      <w:lvlText w:val="%4."/>
      <w:lvlJc w:val="left"/>
      <w:pPr>
        <w:tabs>
          <w:tab w:val="num" w:pos="4810"/>
        </w:tabs>
        <w:ind w:left="4810" w:hanging="360"/>
      </w:pPr>
      <w:rPr>
        <w:rFonts w:cs="Times New Roman"/>
      </w:rPr>
    </w:lvl>
    <w:lvl w:ilvl="4">
      <w:start w:val="1"/>
      <w:numFmt w:val="lowerLetter"/>
      <w:lvlText w:val="%5."/>
      <w:lvlJc w:val="left"/>
      <w:pPr>
        <w:tabs>
          <w:tab w:val="num" w:pos="5530"/>
        </w:tabs>
        <w:ind w:left="5530" w:hanging="360"/>
      </w:pPr>
      <w:rPr>
        <w:rFonts w:cs="Times New Roman"/>
      </w:rPr>
    </w:lvl>
    <w:lvl w:ilvl="5">
      <w:start w:val="1"/>
      <w:numFmt w:val="lowerRoman"/>
      <w:lvlText w:val="%6."/>
      <w:lvlJc w:val="right"/>
      <w:pPr>
        <w:tabs>
          <w:tab w:val="num" w:pos="6250"/>
        </w:tabs>
        <w:ind w:left="6250" w:hanging="180"/>
      </w:pPr>
      <w:rPr>
        <w:rFonts w:cs="Times New Roman"/>
      </w:rPr>
    </w:lvl>
    <w:lvl w:ilvl="6">
      <w:start w:val="1"/>
      <w:numFmt w:val="decimal"/>
      <w:lvlText w:val="%7."/>
      <w:lvlJc w:val="left"/>
      <w:pPr>
        <w:tabs>
          <w:tab w:val="num" w:pos="6970"/>
        </w:tabs>
        <w:ind w:left="6970" w:hanging="360"/>
      </w:pPr>
      <w:rPr>
        <w:rFonts w:cs="Times New Roman"/>
      </w:rPr>
    </w:lvl>
    <w:lvl w:ilvl="7">
      <w:start w:val="1"/>
      <w:numFmt w:val="lowerLetter"/>
      <w:lvlText w:val="%8."/>
      <w:lvlJc w:val="left"/>
      <w:pPr>
        <w:tabs>
          <w:tab w:val="num" w:pos="7690"/>
        </w:tabs>
        <w:ind w:left="7690" w:hanging="360"/>
      </w:pPr>
      <w:rPr>
        <w:rFonts w:cs="Times New Roman"/>
      </w:rPr>
    </w:lvl>
    <w:lvl w:ilvl="8">
      <w:start w:val="1"/>
      <w:numFmt w:val="lowerRoman"/>
      <w:lvlText w:val="%9."/>
      <w:lvlJc w:val="right"/>
      <w:pPr>
        <w:tabs>
          <w:tab w:val="num" w:pos="8410"/>
        </w:tabs>
        <w:ind w:left="8410" w:hanging="180"/>
      </w:pPr>
      <w:rPr>
        <w:rFonts w:cs="Times New Roman"/>
      </w:rPr>
    </w:lvl>
  </w:abstractNum>
  <w:abstractNum w:abstractNumId="9">
    <w:nsid w:val="12A160B9"/>
    <w:multiLevelType w:val="hybridMultilevel"/>
    <w:tmpl w:val="907E9784"/>
    <w:lvl w:ilvl="0" w:tplc="FC8C187E">
      <w:start w:val="1"/>
      <w:numFmt w:val="decimal"/>
      <w:lvlText w:val="%1)"/>
      <w:lvlJc w:val="left"/>
      <w:pPr>
        <w:tabs>
          <w:tab w:val="num" w:pos="1483"/>
        </w:tabs>
        <w:ind w:left="1483" w:hanging="915"/>
      </w:pPr>
      <w:rPr>
        <w:rFonts w:cs="Times New Roman" w:hint="default"/>
      </w:rPr>
    </w:lvl>
    <w:lvl w:ilvl="1" w:tplc="0F7A3F9A">
      <w:start w:val="18"/>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0">
    <w:nsid w:val="16BA2349"/>
    <w:multiLevelType w:val="hybridMultilevel"/>
    <w:tmpl w:val="C850509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1C0C3CB1"/>
    <w:multiLevelType w:val="multilevel"/>
    <w:tmpl w:val="6D803342"/>
    <w:lvl w:ilvl="0">
      <w:start w:val="1"/>
      <w:numFmt w:val="decimal"/>
      <w:lvlText w:val="%1. "/>
      <w:legacy w:legacy="1" w:legacySpace="0" w:legacyIndent="360"/>
      <w:lvlJc w:val="left"/>
      <w:pPr>
        <w:ind w:left="2344" w:hanging="360"/>
      </w:pPr>
      <w:rPr>
        <w:rFonts w:ascii="TimesET" w:hAnsi="TimesET" w:cs="Times New Roman" w:hint="default"/>
        <w:b w:val="0"/>
        <w:i w:val="0"/>
        <w:sz w:val="24"/>
        <w:u w:val="none"/>
      </w:rPr>
    </w:lvl>
    <w:lvl w:ilvl="1">
      <w:start w:val="1"/>
      <w:numFmt w:val="lowerLetter"/>
      <w:lvlText w:val="%2."/>
      <w:lvlJc w:val="left"/>
      <w:pPr>
        <w:tabs>
          <w:tab w:val="num" w:pos="2290"/>
        </w:tabs>
        <w:ind w:left="2290" w:hanging="360"/>
      </w:pPr>
      <w:rPr>
        <w:rFonts w:cs="Times New Roman"/>
      </w:rPr>
    </w:lvl>
    <w:lvl w:ilvl="2">
      <w:start w:val="1"/>
      <w:numFmt w:val="lowerRoman"/>
      <w:lvlText w:val="%3."/>
      <w:lvlJc w:val="right"/>
      <w:pPr>
        <w:tabs>
          <w:tab w:val="num" w:pos="3010"/>
        </w:tabs>
        <w:ind w:left="3010" w:hanging="180"/>
      </w:pPr>
      <w:rPr>
        <w:rFonts w:cs="Times New Roman"/>
      </w:rPr>
    </w:lvl>
    <w:lvl w:ilvl="3">
      <w:start w:val="1"/>
      <w:numFmt w:val="decimal"/>
      <w:lvlText w:val="%4."/>
      <w:lvlJc w:val="left"/>
      <w:pPr>
        <w:tabs>
          <w:tab w:val="num" w:pos="3730"/>
        </w:tabs>
        <w:ind w:left="3730" w:hanging="360"/>
      </w:pPr>
      <w:rPr>
        <w:rFonts w:cs="Times New Roman"/>
      </w:rPr>
    </w:lvl>
    <w:lvl w:ilvl="4">
      <w:start w:val="1"/>
      <w:numFmt w:val="lowerLetter"/>
      <w:lvlText w:val="%5."/>
      <w:lvlJc w:val="left"/>
      <w:pPr>
        <w:tabs>
          <w:tab w:val="num" w:pos="4450"/>
        </w:tabs>
        <w:ind w:left="4450" w:hanging="360"/>
      </w:pPr>
      <w:rPr>
        <w:rFonts w:cs="Times New Roman"/>
      </w:rPr>
    </w:lvl>
    <w:lvl w:ilvl="5">
      <w:start w:val="1"/>
      <w:numFmt w:val="lowerRoman"/>
      <w:lvlText w:val="%6."/>
      <w:lvlJc w:val="right"/>
      <w:pPr>
        <w:tabs>
          <w:tab w:val="num" w:pos="5170"/>
        </w:tabs>
        <w:ind w:left="5170" w:hanging="180"/>
      </w:pPr>
      <w:rPr>
        <w:rFonts w:cs="Times New Roman"/>
      </w:rPr>
    </w:lvl>
    <w:lvl w:ilvl="6">
      <w:start w:val="1"/>
      <w:numFmt w:val="decimal"/>
      <w:lvlText w:val="%7."/>
      <w:lvlJc w:val="left"/>
      <w:pPr>
        <w:tabs>
          <w:tab w:val="num" w:pos="5890"/>
        </w:tabs>
        <w:ind w:left="5890" w:hanging="360"/>
      </w:pPr>
      <w:rPr>
        <w:rFonts w:cs="Times New Roman"/>
      </w:rPr>
    </w:lvl>
    <w:lvl w:ilvl="7">
      <w:start w:val="1"/>
      <w:numFmt w:val="lowerLetter"/>
      <w:lvlText w:val="%8."/>
      <w:lvlJc w:val="left"/>
      <w:pPr>
        <w:tabs>
          <w:tab w:val="num" w:pos="6610"/>
        </w:tabs>
        <w:ind w:left="6610" w:hanging="360"/>
      </w:pPr>
      <w:rPr>
        <w:rFonts w:cs="Times New Roman"/>
      </w:rPr>
    </w:lvl>
    <w:lvl w:ilvl="8">
      <w:start w:val="1"/>
      <w:numFmt w:val="lowerRoman"/>
      <w:lvlText w:val="%9."/>
      <w:lvlJc w:val="right"/>
      <w:pPr>
        <w:tabs>
          <w:tab w:val="num" w:pos="7330"/>
        </w:tabs>
        <w:ind w:left="7330" w:hanging="180"/>
      </w:pPr>
      <w:rPr>
        <w:rFonts w:cs="Times New Roman"/>
      </w:rPr>
    </w:lvl>
  </w:abstractNum>
  <w:abstractNum w:abstractNumId="12">
    <w:nsid w:val="1E2778E6"/>
    <w:multiLevelType w:val="hybridMultilevel"/>
    <w:tmpl w:val="A628D6A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EE9EBA26">
      <w:numFmt w:val="bullet"/>
      <w:lvlText w:val="-"/>
      <w:lvlJc w:val="left"/>
      <w:pPr>
        <w:tabs>
          <w:tab w:val="num" w:pos="2340"/>
        </w:tabs>
        <w:ind w:left="2340" w:hanging="360"/>
      </w:pPr>
      <w:rPr>
        <w:rFonts w:ascii="Times New Roman" w:eastAsia="Times New Roman" w:hAnsi="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F76226B"/>
    <w:multiLevelType w:val="hybridMultilevel"/>
    <w:tmpl w:val="0DDCFF82"/>
    <w:lvl w:ilvl="0" w:tplc="C18EE094">
      <w:start w:val="2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20C676B5"/>
    <w:multiLevelType w:val="hybridMultilevel"/>
    <w:tmpl w:val="62105804"/>
    <w:lvl w:ilvl="0" w:tplc="1CB231A8">
      <w:start w:val="18"/>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26A24273"/>
    <w:multiLevelType w:val="hybridMultilevel"/>
    <w:tmpl w:val="CCA8DE9E"/>
    <w:lvl w:ilvl="0" w:tplc="EC089B80">
      <w:start w:val="54"/>
      <w:numFmt w:val="decimal"/>
      <w:lvlText w:val="%1."/>
      <w:lvlJc w:val="left"/>
      <w:pPr>
        <w:tabs>
          <w:tab w:val="num" w:pos="1395"/>
        </w:tabs>
        <w:ind w:left="1395" w:hanging="6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285C1309"/>
    <w:multiLevelType w:val="hybridMultilevel"/>
    <w:tmpl w:val="CC3CB78E"/>
    <w:lvl w:ilvl="0" w:tplc="5F640564">
      <w:start w:val="1"/>
      <w:numFmt w:val="none"/>
      <w:lvlText w:val="4."/>
      <w:lvlJc w:val="right"/>
      <w:pPr>
        <w:tabs>
          <w:tab w:val="num" w:pos="4232"/>
        </w:tabs>
        <w:ind w:left="4232" w:hanging="180"/>
      </w:pPr>
      <w:rPr>
        <w:rFonts w:cs="Times New Roman" w:hint="default"/>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7">
    <w:nsid w:val="2BF05289"/>
    <w:multiLevelType w:val="hybridMultilevel"/>
    <w:tmpl w:val="A2CA9AD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C2308A3"/>
    <w:multiLevelType w:val="hybridMultilevel"/>
    <w:tmpl w:val="E79AC69E"/>
    <w:lvl w:ilvl="0" w:tplc="EC089B80">
      <w:start w:val="54"/>
      <w:numFmt w:val="decimal"/>
      <w:lvlText w:val="%1."/>
      <w:lvlJc w:val="left"/>
      <w:pPr>
        <w:tabs>
          <w:tab w:val="num" w:pos="1035"/>
        </w:tabs>
        <w:ind w:left="1035" w:hanging="6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C6B494B"/>
    <w:multiLevelType w:val="multilevel"/>
    <w:tmpl w:val="B6903A0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0">
    <w:nsid w:val="2CB25453"/>
    <w:multiLevelType w:val="hybridMultilevel"/>
    <w:tmpl w:val="69F8B3AC"/>
    <w:lvl w:ilvl="0" w:tplc="2B2238A6">
      <w:start w:val="1"/>
      <w:numFmt w:val="decimal"/>
      <w:lvlText w:val="%1. "/>
      <w:legacy w:legacy="1" w:legacySpace="0" w:legacyIndent="360"/>
      <w:lvlJc w:val="left"/>
      <w:pPr>
        <w:ind w:left="2160" w:hanging="360"/>
      </w:pPr>
      <w:rPr>
        <w:rFonts w:ascii="TimesET" w:hAnsi="TimesET" w:cs="Times New Roman" w:hint="default"/>
        <w:b w:val="0"/>
        <w:i w:val="0"/>
        <w:sz w:val="24"/>
        <w:u w:val="none"/>
      </w:rPr>
    </w:lvl>
    <w:lvl w:ilvl="1" w:tplc="04190019" w:tentative="1">
      <w:start w:val="1"/>
      <w:numFmt w:val="lowerLetter"/>
      <w:lvlText w:val="%2."/>
      <w:lvlJc w:val="left"/>
      <w:pPr>
        <w:tabs>
          <w:tab w:val="num" w:pos="2106"/>
        </w:tabs>
        <w:ind w:left="2106" w:hanging="360"/>
      </w:pPr>
      <w:rPr>
        <w:rFonts w:cs="Times New Roman"/>
      </w:rPr>
    </w:lvl>
    <w:lvl w:ilvl="2" w:tplc="0419001B" w:tentative="1">
      <w:start w:val="1"/>
      <w:numFmt w:val="lowerRoman"/>
      <w:lvlText w:val="%3."/>
      <w:lvlJc w:val="right"/>
      <w:pPr>
        <w:tabs>
          <w:tab w:val="num" w:pos="2826"/>
        </w:tabs>
        <w:ind w:left="2826" w:hanging="180"/>
      </w:pPr>
      <w:rPr>
        <w:rFonts w:cs="Times New Roman"/>
      </w:rPr>
    </w:lvl>
    <w:lvl w:ilvl="3" w:tplc="0419000F" w:tentative="1">
      <w:start w:val="1"/>
      <w:numFmt w:val="decimal"/>
      <w:lvlText w:val="%4."/>
      <w:lvlJc w:val="left"/>
      <w:pPr>
        <w:tabs>
          <w:tab w:val="num" w:pos="3546"/>
        </w:tabs>
        <w:ind w:left="3546" w:hanging="360"/>
      </w:pPr>
      <w:rPr>
        <w:rFonts w:cs="Times New Roman"/>
      </w:rPr>
    </w:lvl>
    <w:lvl w:ilvl="4" w:tplc="04190019" w:tentative="1">
      <w:start w:val="1"/>
      <w:numFmt w:val="lowerLetter"/>
      <w:lvlText w:val="%5."/>
      <w:lvlJc w:val="left"/>
      <w:pPr>
        <w:tabs>
          <w:tab w:val="num" w:pos="4266"/>
        </w:tabs>
        <w:ind w:left="4266" w:hanging="360"/>
      </w:pPr>
      <w:rPr>
        <w:rFonts w:cs="Times New Roman"/>
      </w:rPr>
    </w:lvl>
    <w:lvl w:ilvl="5" w:tplc="0419001B" w:tentative="1">
      <w:start w:val="1"/>
      <w:numFmt w:val="lowerRoman"/>
      <w:lvlText w:val="%6."/>
      <w:lvlJc w:val="right"/>
      <w:pPr>
        <w:tabs>
          <w:tab w:val="num" w:pos="4986"/>
        </w:tabs>
        <w:ind w:left="4986" w:hanging="180"/>
      </w:pPr>
      <w:rPr>
        <w:rFonts w:cs="Times New Roman"/>
      </w:rPr>
    </w:lvl>
    <w:lvl w:ilvl="6" w:tplc="0419000F" w:tentative="1">
      <w:start w:val="1"/>
      <w:numFmt w:val="decimal"/>
      <w:lvlText w:val="%7."/>
      <w:lvlJc w:val="left"/>
      <w:pPr>
        <w:tabs>
          <w:tab w:val="num" w:pos="5706"/>
        </w:tabs>
        <w:ind w:left="5706" w:hanging="360"/>
      </w:pPr>
      <w:rPr>
        <w:rFonts w:cs="Times New Roman"/>
      </w:rPr>
    </w:lvl>
    <w:lvl w:ilvl="7" w:tplc="04190019" w:tentative="1">
      <w:start w:val="1"/>
      <w:numFmt w:val="lowerLetter"/>
      <w:lvlText w:val="%8."/>
      <w:lvlJc w:val="left"/>
      <w:pPr>
        <w:tabs>
          <w:tab w:val="num" w:pos="6426"/>
        </w:tabs>
        <w:ind w:left="6426" w:hanging="360"/>
      </w:pPr>
      <w:rPr>
        <w:rFonts w:cs="Times New Roman"/>
      </w:rPr>
    </w:lvl>
    <w:lvl w:ilvl="8" w:tplc="0419001B" w:tentative="1">
      <w:start w:val="1"/>
      <w:numFmt w:val="lowerRoman"/>
      <w:lvlText w:val="%9."/>
      <w:lvlJc w:val="right"/>
      <w:pPr>
        <w:tabs>
          <w:tab w:val="num" w:pos="7146"/>
        </w:tabs>
        <w:ind w:left="7146" w:hanging="180"/>
      </w:pPr>
      <w:rPr>
        <w:rFonts w:cs="Times New Roman"/>
      </w:rPr>
    </w:lvl>
  </w:abstractNum>
  <w:abstractNum w:abstractNumId="21">
    <w:nsid w:val="2E1D4CBE"/>
    <w:multiLevelType w:val="hybridMultilevel"/>
    <w:tmpl w:val="8C68006C"/>
    <w:lvl w:ilvl="0" w:tplc="B1C45A40">
      <w:start w:val="2"/>
      <w:numFmt w:val="decimal"/>
      <w:lvlText w:val="%1."/>
      <w:lvlJc w:val="left"/>
      <w:pPr>
        <w:tabs>
          <w:tab w:val="num" w:pos="1068"/>
        </w:tabs>
        <w:ind w:left="1068" w:hanging="360"/>
      </w:pPr>
      <w:rPr>
        <w:rFonts w:cs="Times New Roman" w:hint="default"/>
      </w:rPr>
    </w:lvl>
    <w:lvl w:ilvl="1" w:tplc="CC402B2E">
      <w:numFmt w:val="none"/>
      <w:lvlText w:val=""/>
      <w:lvlJc w:val="left"/>
      <w:pPr>
        <w:tabs>
          <w:tab w:val="num" w:pos="360"/>
        </w:tabs>
      </w:pPr>
      <w:rPr>
        <w:rFonts w:cs="Times New Roman"/>
      </w:rPr>
    </w:lvl>
    <w:lvl w:ilvl="2" w:tplc="D944B23A">
      <w:numFmt w:val="none"/>
      <w:lvlText w:val=""/>
      <w:lvlJc w:val="left"/>
      <w:pPr>
        <w:tabs>
          <w:tab w:val="num" w:pos="360"/>
        </w:tabs>
      </w:pPr>
      <w:rPr>
        <w:rFonts w:cs="Times New Roman"/>
      </w:rPr>
    </w:lvl>
    <w:lvl w:ilvl="3" w:tplc="E4EA9EDE">
      <w:numFmt w:val="none"/>
      <w:lvlText w:val=""/>
      <w:lvlJc w:val="left"/>
      <w:pPr>
        <w:tabs>
          <w:tab w:val="num" w:pos="360"/>
        </w:tabs>
      </w:pPr>
      <w:rPr>
        <w:rFonts w:cs="Times New Roman"/>
      </w:rPr>
    </w:lvl>
    <w:lvl w:ilvl="4" w:tplc="3D3216A2">
      <w:numFmt w:val="none"/>
      <w:lvlText w:val=""/>
      <w:lvlJc w:val="left"/>
      <w:pPr>
        <w:tabs>
          <w:tab w:val="num" w:pos="360"/>
        </w:tabs>
      </w:pPr>
      <w:rPr>
        <w:rFonts w:cs="Times New Roman"/>
      </w:rPr>
    </w:lvl>
    <w:lvl w:ilvl="5" w:tplc="AA7E34C4">
      <w:numFmt w:val="none"/>
      <w:lvlText w:val=""/>
      <w:lvlJc w:val="left"/>
      <w:pPr>
        <w:tabs>
          <w:tab w:val="num" w:pos="360"/>
        </w:tabs>
      </w:pPr>
      <w:rPr>
        <w:rFonts w:cs="Times New Roman"/>
      </w:rPr>
    </w:lvl>
    <w:lvl w:ilvl="6" w:tplc="AA24DC80">
      <w:numFmt w:val="none"/>
      <w:lvlText w:val=""/>
      <w:lvlJc w:val="left"/>
      <w:pPr>
        <w:tabs>
          <w:tab w:val="num" w:pos="360"/>
        </w:tabs>
      </w:pPr>
      <w:rPr>
        <w:rFonts w:cs="Times New Roman"/>
      </w:rPr>
    </w:lvl>
    <w:lvl w:ilvl="7" w:tplc="A14C8056">
      <w:numFmt w:val="none"/>
      <w:lvlText w:val=""/>
      <w:lvlJc w:val="left"/>
      <w:pPr>
        <w:tabs>
          <w:tab w:val="num" w:pos="360"/>
        </w:tabs>
      </w:pPr>
      <w:rPr>
        <w:rFonts w:cs="Times New Roman"/>
      </w:rPr>
    </w:lvl>
    <w:lvl w:ilvl="8" w:tplc="CD9C9484">
      <w:numFmt w:val="none"/>
      <w:lvlText w:val=""/>
      <w:lvlJc w:val="left"/>
      <w:pPr>
        <w:tabs>
          <w:tab w:val="num" w:pos="360"/>
        </w:tabs>
      </w:pPr>
      <w:rPr>
        <w:rFonts w:cs="Times New Roman"/>
      </w:rPr>
    </w:lvl>
  </w:abstractNum>
  <w:abstractNum w:abstractNumId="22">
    <w:nsid w:val="2E3E2CFB"/>
    <w:multiLevelType w:val="hybridMultilevel"/>
    <w:tmpl w:val="F4D65A38"/>
    <w:lvl w:ilvl="0" w:tplc="1310B204">
      <w:start w:val="1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2EF70181"/>
    <w:multiLevelType w:val="hybridMultilevel"/>
    <w:tmpl w:val="E36428FA"/>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24">
    <w:nsid w:val="2F921E51"/>
    <w:multiLevelType w:val="hybridMultilevel"/>
    <w:tmpl w:val="7FD20FA2"/>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2FC13CB9"/>
    <w:multiLevelType w:val="hybridMultilevel"/>
    <w:tmpl w:val="AAD40734"/>
    <w:lvl w:ilvl="0" w:tplc="2B2238A6">
      <w:start w:val="1"/>
      <w:numFmt w:val="decimal"/>
      <w:lvlText w:val="%1. "/>
      <w:legacy w:legacy="1" w:legacySpace="0" w:legacyIndent="360"/>
      <w:lvlJc w:val="left"/>
      <w:pPr>
        <w:ind w:left="1210" w:hanging="360"/>
      </w:pPr>
      <w:rPr>
        <w:rFonts w:ascii="TimesET" w:hAnsi="TimesET" w:cs="Times New Roman" w:hint="default"/>
        <w:b w:val="0"/>
        <w:i w:val="0"/>
        <w:sz w:val="24"/>
        <w:u w:val="none"/>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26">
    <w:nsid w:val="3A562337"/>
    <w:multiLevelType w:val="multilevel"/>
    <w:tmpl w:val="2BCCAA92"/>
    <w:lvl w:ilvl="0">
      <w:start w:val="1"/>
      <w:numFmt w:val="decimal"/>
      <w:lvlText w:val="%1. "/>
      <w:legacy w:legacy="1" w:legacySpace="0" w:legacyIndent="360"/>
      <w:lvlJc w:val="left"/>
      <w:pPr>
        <w:ind w:left="3424" w:hanging="360"/>
      </w:pPr>
      <w:rPr>
        <w:rFonts w:ascii="TimesET" w:hAnsi="TimesET" w:cs="Times New Roman" w:hint="default"/>
        <w:b w:val="0"/>
        <w:i w:val="0"/>
        <w:sz w:val="24"/>
        <w:u w:val="none"/>
      </w:rPr>
    </w:lvl>
    <w:lvl w:ilvl="1">
      <w:start w:val="1"/>
      <w:numFmt w:val="lowerLetter"/>
      <w:lvlText w:val="%2."/>
      <w:lvlJc w:val="left"/>
      <w:pPr>
        <w:tabs>
          <w:tab w:val="num" w:pos="3370"/>
        </w:tabs>
        <w:ind w:left="3370" w:hanging="360"/>
      </w:pPr>
      <w:rPr>
        <w:rFonts w:cs="Times New Roman"/>
      </w:rPr>
    </w:lvl>
    <w:lvl w:ilvl="2">
      <w:start w:val="1"/>
      <w:numFmt w:val="lowerRoman"/>
      <w:lvlText w:val="%3."/>
      <w:lvlJc w:val="right"/>
      <w:pPr>
        <w:tabs>
          <w:tab w:val="num" w:pos="4090"/>
        </w:tabs>
        <w:ind w:left="4090" w:hanging="180"/>
      </w:pPr>
      <w:rPr>
        <w:rFonts w:cs="Times New Roman"/>
      </w:rPr>
    </w:lvl>
    <w:lvl w:ilvl="3">
      <w:start w:val="1"/>
      <w:numFmt w:val="decimal"/>
      <w:lvlText w:val="%4."/>
      <w:lvlJc w:val="left"/>
      <w:pPr>
        <w:tabs>
          <w:tab w:val="num" w:pos="4810"/>
        </w:tabs>
        <w:ind w:left="4810" w:hanging="360"/>
      </w:pPr>
      <w:rPr>
        <w:rFonts w:cs="Times New Roman"/>
      </w:rPr>
    </w:lvl>
    <w:lvl w:ilvl="4">
      <w:start w:val="1"/>
      <w:numFmt w:val="lowerLetter"/>
      <w:lvlText w:val="%5."/>
      <w:lvlJc w:val="left"/>
      <w:pPr>
        <w:tabs>
          <w:tab w:val="num" w:pos="5530"/>
        </w:tabs>
        <w:ind w:left="5530" w:hanging="360"/>
      </w:pPr>
      <w:rPr>
        <w:rFonts w:cs="Times New Roman"/>
      </w:rPr>
    </w:lvl>
    <w:lvl w:ilvl="5">
      <w:start w:val="1"/>
      <w:numFmt w:val="lowerRoman"/>
      <w:lvlText w:val="%6."/>
      <w:lvlJc w:val="right"/>
      <w:pPr>
        <w:tabs>
          <w:tab w:val="num" w:pos="6250"/>
        </w:tabs>
        <w:ind w:left="6250" w:hanging="180"/>
      </w:pPr>
      <w:rPr>
        <w:rFonts w:cs="Times New Roman"/>
      </w:rPr>
    </w:lvl>
    <w:lvl w:ilvl="6">
      <w:start w:val="1"/>
      <w:numFmt w:val="decimal"/>
      <w:lvlText w:val="%7."/>
      <w:lvlJc w:val="left"/>
      <w:pPr>
        <w:tabs>
          <w:tab w:val="num" w:pos="6970"/>
        </w:tabs>
        <w:ind w:left="6970" w:hanging="360"/>
      </w:pPr>
      <w:rPr>
        <w:rFonts w:cs="Times New Roman"/>
      </w:rPr>
    </w:lvl>
    <w:lvl w:ilvl="7">
      <w:start w:val="1"/>
      <w:numFmt w:val="lowerLetter"/>
      <w:lvlText w:val="%8."/>
      <w:lvlJc w:val="left"/>
      <w:pPr>
        <w:tabs>
          <w:tab w:val="num" w:pos="7690"/>
        </w:tabs>
        <w:ind w:left="7690" w:hanging="360"/>
      </w:pPr>
      <w:rPr>
        <w:rFonts w:cs="Times New Roman"/>
      </w:rPr>
    </w:lvl>
    <w:lvl w:ilvl="8">
      <w:start w:val="1"/>
      <w:numFmt w:val="lowerRoman"/>
      <w:lvlText w:val="%9."/>
      <w:lvlJc w:val="right"/>
      <w:pPr>
        <w:tabs>
          <w:tab w:val="num" w:pos="8410"/>
        </w:tabs>
        <w:ind w:left="8410" w:hanging="180"/>
      </w:pPr>
      <w:rPr>
        <w:rFonts w:cs="Times New Roman"/>
      </w:rPr>
    </w:lvl>
  </w:abstractNum>
  <w:abstractNum w:abstractNumId="27">
    <w:nsid w:val="475B2C59"/>
    <w:multiLevelType w:val="hybridMultilevel"/>
    <w:tmpl w:val="163A076C"/>
    <w:lvl w:ilvl="0" w:tplc="2B2238A6">
      <w:start w:val="1"/>
      <w:numFmt w:val="decimal"/>
      <w:lvlText w:val="%1. "/>
      <w:legacy w:legacy="1" w:legacySpace="0" w:legacyIndent="360"/>
      <w:lvlJc w:val="left"/>
      <w:pPr>
        <w:ind w:left="2061" w:hanging="360"/>
      </w:pPr>
      <w:rPr>
        <w:rFonts w:ascii="TimesET" w:hAnsi="TimesET" w:cs="Times New Roman" w:hint="default"/>
        <w:b w:val="0"/>
        <w:i w:val="0"/>
        <w:sz w:val="24"/>
        <w:u w:val="none"/>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nsid w:val="4A445017"/>
    <w:multiLevelType w:val="multilevel"/>
    <w:tmpl w:val="4872CF9E"/>
    <w:lvl w:ilvl="0">
      <w:start w:val="1"/>
      <w:numFmt w:val="decimal"/>
      <w:lvlText w:val="%1. "/>
      <w:legacy w:legacy="1" w:legacySpace="0" w:legacyIndent="360"/>
      <w:lvlJc w:val="left"/>
      <w:pPr>
        <w:ind w:left="2344" w:hanging="360"/>
      </w:pPr>
      <w:rPr>
        <w:rFonts w:ascii="TimesET" w:hAnsi="TimesET" w:cs="Times New Roman" w:hint="default"/>
        <w:b w:val="0"/>
        <w:i w:val="0"/>
        <w:sz w:val="24"/>
        <w:u w:val="none"/>
      </w:rPr>
    </w:lvl>
    <w:lvl w:ilvl="1">
      <w:start w:val="1"/>
      <w:numFmt w:val="decimal"/>
      <w:lvlText w:val="%2."/>
      <w:lvlJc w:val="left"/>
      <w:pPr>
        <w:tabs>
          <w:tab w:val="num" w:pos="2290"/>
        </w:tabs>
        <w:ind w:left="2290" w:hanging="360"/>
      </w:pPr>
      <w:rPr>
        <w:rFonts w:cs="Times New Roman" w:hint="default"/>
        <w:b w:val="0"/>
        <w:i w:val="0"/>
        <w:sz w:val="24"/>
        <w:u w:val="none"/>
      </w:rPr>
    </w:lvl>
    <w:lvl w:ilvl="2">
      <w:start w:val="1"/>
      <w:numFmt w:val="lowerRoman"/>
      <w:lvlText w:val="%3."/>
      <w:lvlJc w:val="right"/>
      <w:pPr>
        <w:tabs>
          <w:tab w:val="num" w:pos="3010"/>
        </w:tabs>
        <w:ind w:left="3010" w:hanging="180"/>
      </w:pPr>
      <w:rPr>
        <w:rFonts w:cs="Times New Roman"/>
      </w:rPr>
    </w:lvl>
    <w:lvl w:ilvl="3">
      <w:start w:val="1"/>
      <w:numFmt w:val="decimal"/>
      <w:lvlText w:val="%4."/>
      <w:lvlJc w:val="left"/>
      <w:pPr>
        <w:tabs>
          <w:tab w:val="num" w:pos="3730"/>
        </w:tabs>
        <w:ind w:left="3730" w:hanging="360"/>
      </w:pPr>
      <w:rPr>
        <w:rFonts w:cs="Times New Roman"/>
      </w:rPr>
    </w:lvl>
    <w:lvl w:ilvl="4">
      <w:start w:val="1"/>
      <w:numFmt w:val="lowerLetter"/>
      <w:lvlText w:val="%5."/>
      <w:lvlJc w:val="left"/>
      <w:pPr>
        <w:tabs>
          <w:tab w:val="num" w:pos="4450"/>
        </w:tabs>
        <w:ind w:left="4450" w:hanging="360"/>
      </w:pPr>
      <w:rPr>
        <w:rFonts w:cs="Times New Roman"/>
      </w:rPr>
    </w:lvl>
    <w:lvl w:ilvl="5">
      <w:start w:val="1"/>
      <w:numFmt w:val="lowerRoman"/>
      <w:lvlText w:val="%6."/>
      <w:lvlJc w:val="right"/>
      <w:pPr>
        <w:tabs>
          <w:tab w:val="num" w:pos="5170"/>
        </w:tabs>
        <w:ind w:left="5170" w:hanging="180"/>
      </w:pPr>
      <w:rPr>
        <w:rFonts w:cs="Times New Roman"/>
      </w:rPr>
    </w:lvl>
    <w:lvl w:ilvl="6">
      <w:start w:val="1"/>
      <w:numFmt w:val="decimal"/>
      <w:lvlText w:val="%7."/>
      <w:lvlJc w:val="left"/>
      <w:pPr>
        <w:tabs>
          <w:tab w:val="num" w:pos="5890"/>
        </w:tabs>
        <w:ind w:left="5890" w:hanging="360"/>
      </w:pPr>
      <w:rPr>
        <w:rFonts w:cs="Times New Roman"/>
      </w:rPr>
    </w:lvl>
    <w:lvl w:ilvl="7">
      <w:start w:val="1"/>
      <w:numFmt w:val="lowerLetter"/>
      <w:lvlText w:val="%8."/>
      <w:lvlJc w:val="left"/>
      <w:pPr>
        <w:tabs>
          <w:tab w:val="num" w:pos="6610"/>
        </w:tabs>
        <w:ind w:left="6610" w:hanging="360"/>
      </w:pPr>
      <w:rPr>
        <w:rFonts w:cs="Times New Roman"/>
      </w:rPr>
    </w:lvl>
    <w:lvl w:ilvl="8">
      <w:start w:val="1"/>
      <w:numFmt w:val="lowerRoman"/>
      <w:lvlText w:val="%9."/>
      <w:lvlJc w:val="right"/>
      <w:pPr>
        <w:tabs>
          <w:tab w:val="num" w:pos="7330"/>
        </w:tabs>
        <w:ind w:left="7330" w:hanging="180"/>
      </w:pPr>
      <w:rPr>
        <w:rFonts w:cs="Times New Roman"/>
      </w:rPr>
    </w:lvl>
  </w:abstractNum>
  <w:abstractNum w:abstractNumId="29">
    <w:nsid w:val="4A557183"/>
    <w:multiLevelType w:val="hybridMultilevel"/>
    <w:tmpl w:val="5ABAF394"/>
    <w:lvl w:ilvl="0" w:tplc="EFFAF4E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0">
    <w:nsid w:val="50CF5724"/>
    <w:multiLevelType w:val="hybridMultilevel"/>
    <w:tmpl w:val="7116E55A"/>
    <w:lvl w:ilvl="0" w:tplc="67DAA6D4">
      <w:start w:val="1"/>
      <w:numFmt w:val="decimal"/>
      <w:lvlText w:val="%1."/>
      <w:lvlJc w:val="left"/>
      <w:pPr>
        <w:tabs>
          <w:tab w:val="num" w:pos="1729"/>
        </w:tabs>
        <w:ind w:left="1729" w:hanging="1020"/>
      </w:pPr>
      <w:rPr>
        <w:rFonts w:cs="Times New Roman" w:hint="default"/>
      </w:rPr>
    </w:lvl>
    <w:lvl w:ilvl="1" w:tplc="86EEDC50" w:tentative="1">
      <w:start w:val="1"/>
      <w:numFmt w:val="lowerLetter"/>
      <w:lvlText w:val="%2."/>
      <w:lvlJc w:val="left"/>
      <w:pPr>
        <w:tabs>
          <w:tab w:val="num" w:pos="1789"/>
        </w:tabs>
        <w:ind w:left="1789" w:hanging="360"/>
      </w:pPr>
      <w:rPr>
        <w:rFonts w:cs="Times New Roman"/>
      </w:rPr>
    </w:lvl>
    <w:lvl w:ilvl="2" w:tplc="9536CCD6" w:tentative="1">
      <w:start w:val="1"/>
      <w:numFmt w:val="lowerRoman"/>
      <w:lvlText w:val="%3."/>
      <w:lvlJc w:val="right"/>
      <w:pPr>
        <w:tabs>
          <w:tab w:val="num" w:pos="2509"/>
        </w:tabs>
        <w:ind w:left="2509" w:hanging="180"/>
      </w:pPr>
      <w:rPr>
        <w:rFonts w:cs="Times New Roman"/>
      </w:rPr>
    </w:lvl>
    <w:lvl w:ilvl="3" w:tplc="C068FC44" w:tentative="1">
      <w:start w:val="1"/>
      <w:numFmt w:val="decimal"/>
      <w:lvlText w:val="%4."/>
      <w:lvlJc w:val="left"/>
      <w:pPr>
        <w:tabs>
          <w:tab w:val="num" w:pos="3229"/>
        </w:tabs>
        <w:ind w:left="3229" w:hanging="360"/>
      </w:pPr>
      <w:rPr>
        <w:rFonts w:cs="Times New Roman"/>
      </w:rPr>
    </w:lvl>
    <w:lvl w:ilvl="4" w:tplc="48822572" w:tentative="1">
      <w:start w:val="1"/>
      <w:numFmt w:val="lowerLetter"/>
      <w:lvlText w:val="%5."/>
      <w:lvlJc w:val="left"/>
      <w:pPr>
        <w:tabs>
          <w:tab w:val="num" w:pos="3949"/>
        </w:tabs>
        <w:ind w:left="3949" w:hanging="360"/>
      </w:pPr>
      <w:rPr>
        <w:rFonts w:cs="Times New Roman"/>
      </w:rPr>
    </w:lvl>
    <w:lvl w:ilvl="5" w:tplc="116E1EC2" w:tentative="1">
      <w:start w:val="1"/>
      <w:numFmt w:val="lowerRoman"/>
      <w:lvlText w:val="%6."/>
      <w:lvlJc w:val="right"/>
      <w:pPr>
        <w:tabs>
          <w:tab w:val="num" w:pos="4669"/>
        </w:tabs>
        <w:ind w:left="4669" w:hanging="180"/>
      </w:pPr>
      <w:rPr>
        <w:rFonts w:cs="Times New Roman"/>
      </w:rPr>
    </w:lvl>
    <w:lvl w:ilvl="6" w:tplc="52029B88" w:tentative="1">
      <w:start w:val="1"/>
      <w:numFmt w:val="decimal"/>
      <w:lvlText w:val="%7."/>
      <w:lvlJc w:val="left"/>
      <w:pPr>
        <w:tabs>
          <w:tab w:val="num" w:pos="5389"/>
        </w:tabs>
        <w:ind w:left="5389" w:hanging="360"/>
      </w:pPr>
      <w:rPr>
        <w:rFonts w:cs="Times New Roman"/>
      </w:rPr>
    </w:lvl>
    <w:lvl w:ilvl="7" w:tplc="4C6E7F68" w:tentative="1">
      <w:start w:val="1"/>
      <w:numFmt w:val="lowerLetter"/>
      <w:lvlText w:val="%8."/>
      <w:lvlJc w:val="left"/>
      <w:pPr>
        <w:tabs>
          <w:tab w:val="num" w:pos="6109"/>
        </w:tabs>
        <w:ind w:left="6109" w:hanging="360"/>
      </w:pPr>
      <w:rPr>
        <w:rFonts w:cs="Times New Roman"/>
      </w:rPr>
    </w:lvl>
    <w:lvl w:ilvl="8" w:tplc="2BB649DE" w:tentative="1">
      <w:start w:val="1"/>
      <w:numFmt w:val="lowerRoman"/>
      <w:lvlText w:val="%9."/>
      <w:lvlJc w:val="right"/>
      <w:pPr>
        <w:tabs>
          <w:tab w:val="num" w:pos="6829"/>
        </w:tabs>
        <w:ind w:left="6829" w:hanging="180"/>
      </w:pPr>
      <w:rPr>
        <w:rFonts w:cs="Times New Roman"/>
      </w:rPr>
    </w:lvl>
  </w:abstractNum>
  <w:abstractNum w:abstractNumId="31">
    <w:nsid w:val="537F6799"/>
    <w:multiLevelType w:val="hybridMultilevel"/>
    <w:tmpl w:val="48149F4E"/>
    <w:lvl w:ilvl="0" w:tplc="2B2238A6">
      <w:start w:val="1"/>
      <w:numFmt w:val="decimal"/>
      <w:lvlText w:val="%1. "/>
      <w:legacy w:legacy="1" w:legacySpace="0" w:legacyIndent="360"/>
      <w:lvlJc w:val="left"/>
      <w:pPr>
        <w:ind w:left="2344" w:hanging="360"/>
      </w:pPr>
      <w:rPr>
        <w:rFonts w:ascii="TimesET" w:hAnsi="TimesET" w:cs="Times New Roman" w:hint="default"/>
        <w:b w:val="0"/>
        <w:i w:val="0"/>
        <w:sz w:val="24"/>
        <w:u w:val="none"/>
      </w:rPr>
    </w:lvl>
    <w:lvl w:ilvl="1" w:tplc="0419000F">
      <w:start w:val="1"/>
      <w:numFmt w:val="decimal"/>
      <w:lvlText w:val="%2."/>
      <w:lvlJc w:val="left"/>
      <w:pPr>
        <w:tabs>
          <w:tab w:val="num" w:pos="2290"/>
        </w:tabs>
        <w:ind w:left="2290" w:hanging="360"/>
      </w:pPr>
      <w:rPr>
        <w:rFonts w:cs="Times New Roman" w:hint="default"/>
        <w:b w:val="0"/>
        <w:i w:val="0"/>
        <w:sz w:val="24"/>
        <w:u w:val="none"/>
      </w:rPr>
    </w:lvl>
    <w:lvl w:ilvl="2" w:tplc="0419001B" w:tentative="1">
      <w:start w:val="1"/>
      <w:numFmt w:val="lowerRoman"/>
      <w:lvlText w:val="%3."/>
      <w:lvlJc w:val="right"/>
      <w:pPr>
        <w:tabs>
          <w:tab w:val="num" w:pos="3010"/>
        </w:tabs>
        <w:ind w:left="3010" w:hanging="180"/>
      </w:pPr>
      <w:rPr>
        <w:rFonts w:cs="Times New Roman"/>
      </w:rPr>
    </w:lvl>
    <w:lvl w:ilvl="3" w:tplc="0419000F" w:tentative="1">
      <w:start w:val="1"/>
      <w:numFmt w:val="decimal"/>
      <w:lvlText w:val="%4."/>
      <w:lvlJc w:val="left"/>
      <w:pPr>
        <w:tabs>
          <w:tab w:val="num" w:pos="3730"/>
        </w:tabs>
        <w:ind w:left="3730" w:hanging="360"/>
      </w:pPr>
      <w:rPr>
        <w:rFonts w:cs="Times New Roman"/>
      </w:rPr>
    </w:lvl>
    <w:lvl w:ilvl="4" w:tplc="04190019" w:tentative="1">
      <w:start w:val="1"/>
      <w:numFmt w:val="lowerLetter"/>
      <w:lvlText w:val="%5."/>
      <w:lvlJc w:val="left"/>
      <w:pPr>
        <w:tabs>
          <w:tab w:val="num" w:pos="4450"/>
        </w:tabs>
        <w:ind w:left="4450" w:hanging="360"/>
      </w:pPr>
      <w:rPr>
        <w:rFonts w:cs="Times New Roman"/>
      </w:rPr>
    </w:lvl>
    <w:lvl w:ilvl="5" w:tplc="0419001B" w:tentative="1">
      <w:start w:val="1"/>
      <w:numFmt w:val="lowerRoman"/>
      <w:lvlText w:val="%6."/>
      <w:lvlJc w:val="right"/>
      <w:pPr>
        <w:tabs>
          <w:tab w:val="num" w:pos="5170"/>
        </w:tabs>
        <w:ind w:left="5170" w:hanging="180"/>
      </w:pPr>
      <w:rPr>
        <w:rFonts w:cs="Times New Roman"/>
      </w:rPr>
    </w:lvl>
    <w:lvl w:ilvl="6" w:tplc="0419000F" w:tentative="1">
      <w:start w:val="1"/>
      <w:numFmt w:val="decimal"/>
      <w:lvlText w:val="%7."/>
      <w:lvlJc w:val="left"/>
      <w:pPr>
        <w:tabs>
          <w:tab w:val="num" w:pos="5890"/>
        </w:tabs>
        <w:ind w:left="5890" w:hanging="360"/>
      </w:pPr>
      <w:rPr>
        <w:rFonts w:cs="Times New Roman"/>
      </w:rPr>
    </w:lvl>
    <w:lvl w:ilvl="7" w:tplc="04190019" w:tentative="1">
      <w:start w:val="1"/>
      <w:numFmt w:val="lowerLetter"/>
      <w:lvlText w:val="%8."/>
      <w:lvlJc w:val="left"/>
      <w:pPr>
        <w:tabs>
          <w:tab w:val="num" w:pos="6610"/>
        </w:tabs>
        <w:ind w:left="6610" w:hanging="360"/>
      </w:pPr>
      <w:rPr>
        <w:rFonts w:cs="Times New Roman"/>
      </w:rPr>
    </w:lvl>
    <w:lvl w:ilvl="8" w:tplc="0419001B" w:tentative="1">
      <w:start w:val="1"/>
      <w:numFmt w:val="lowerRoman"/>
      <w:lvlText w:val="%9."/>
      <w:lvlJc w:val="right"/>
      <w:pPr>
        <w:tabs>
          <w:tab w:val="num" w:pos="7330"/>
        </w:tabs>
        <w:ind w:left="7330" w:hanging="180"/>
      </w:pPr>
      <w:rPr>
        <w:rFonts w:cs="Times New Roman"/>
      </w:rPr>
    </w:lvl>
  </w:abstractNum>
  <w:abstractNum w:abstractNumId="32">
    <w:nsid w:val="5C0A3935"/>
    <w:multiLevelType w:val="hybridMultilevel"/>
    <w:tmpl w:val="A2CA9AD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C754C58"/>
    <w:multiLevelType w:val="multilevel"/>
    <w:tmpl w:val="2BCCAA92"/>
    <w:lvl w:ilvl="0">
      <w:start w:val="1"/>
      <w:numFmt w:val="decimal"/>
      <w:lvlText w:val="%1. "/>
      <w:legacy w:legacy="1" w:legacySpace="0" w:legacyIndent="360"/>
      <w:lvlJc w:val="left"/>
      <w:pPr>
        <w:ind w:left="3424" w:hanging="360"/>
      </w:pPr>
      <w:rPr>
        <w:rFonts w:ascii="TimesET" w:hAnsi="TimesET" w:cs="Times New Roman" w:hint="default"/>
        <w:b w:val="0"/>
        <w:i w:val="0"/>
        <w:sz w:val="24"/>
        <w:u w:val="none"/>
      </w:rPr>
    </w:lvl>
    <w:lvl w:ilvl="1">
      <w:start w:val="1"/>
      <w:numFmt w:val="lowerLetter"/>
      <w:lvlText w:val="%2."/>
      <w:lvlJc w:val="left"/>
      <w:pPr>
        <w:tabs>
          <w:tab w:val="num" w:pos="3370"/>
        </w:tabs>
        <w:ind w:left="3370" w:hanging="360"/>
      </w:pPr>
      <w:rPr>
        <w:rFonts w:cs="Times New Roman"/>
      </w:rPr>
    </w:lvl>
    <w:lvl w:ilvl="2">
      <w:start w:val="1"/>
      <w:numFmt w:val="lowerRoman"/>
      <w:lvlText w:val="%3."/>
      <w:lvlJc w:val="right"/>
      <w:pPr>
        <w:tabs>
          <w:tab w:val="num" w:pos="4090"/>
        </w:tabs>
        <w:ind w:left="4090" w:hanging="180"/>
      </w:pPr>
      <w:rPr>
        <w:rFonts w:cs="Times New Roman"/>
      </w:rPr>
    </w:lvl>
    <w:lvl w:ilvl="3">
      <w:start w:val="1"/>
      <w:numFmt w:val="decimal"/>
      <w:lvlText w:val="%4."/>
      <w:lvlJc w:val="left"/>
      <w:pPr>
        <w:tabs>
          <w:tab w:val="num" w:pos="4810"/>
        </w:tabs>
        <w:ind w:left="4810" w:hanging="360"/>
      </w:pPr>
      <w:rPr>
        <w:rFonts w:cs="Times New Roman"/>
      </w:rPr>
    </w:lvl>
    <w:lvl w:ilvl="4">
      <w:start w:val="1"/>
      <w:numFmt w:val="lowerLetter"/>
      <w:lvlText w:val="%5."/>
      <w:lvlJc w:val="left"/>
      <w:pPr>
        <w:tabs>
          <w:tab w:val="num" w:pos="5530"/>
        </w:tabs>
        <w:ind w:left="5530" w:hanging="360"/>
      </w:pPr>
      <w:rPr>
        <w:rFonts w:cs="Times New Roman"/>
      </w:rPr>
    </w:lvl>
    <w:lvl w:ilvl="5">
      <w:start w:val="1"/>
      <w:numFmt w:val="lowerRoman"/>
      <w:lvlText w:val="%6."/>
      <w:lvlJc w:val="right"/>
      <w:pPr>
        <w:tabs>
          <w:tab w:val="num" w:pos="6250"/>
        </w:tabs>
        <w:ind w:left="6250" w:hanging="180"/>
      </w:pPr>
      <w:rPr>
        <w:rFonts w:cs="Times New Roman"/>
      </w:rPr>
    </w:lvl>
    <w:lvl w:ilvl="6">
      <w:start w:val="1"/>
      <w:numFmt w:val="decimal"/>
      <w:lvlText w:val="%7."/>
      <w:lvlJc w:val="left"/>
      <w:pPr>
        <w:tabs>
          <w:tab w:val="num" w:pos="6970"/>
        </w:tabs>
        <w:ind w:left="6970" w:hanging="360"/>
      </w:pPr>
      <w:rPr>
        <w:rFonts w:cs="Times New Roman"/>
      </w:rPr>
    </w:lvl>
    <w:lvl w:ilvl="7">
      <w:start w:val="1"/>
      <w:numFmt w:val="lowerLetter"/>
      <w:lvlText w:val="%8."/>
      <w:lvlJc w:val="left"/>
      <w:pPr>
        <w:tabs>
          <w:tab w:val="num" w:pos="7690"/>
        </w:tabs>
        <w:ind w:left="7690" w:hanging="360"/>
      </w:pPr>
      <w:rPr>
        <w:rFonts w:cs="Times New Roman"/>
      </w:rPr>
    </w:lvl>
    <w:lvl w:ilvl="8">
      <w:start w:val="1"/>
      <w:numFmt w:val="lowerRoman"/>
      <w:lvlText w:val="%9."/>
      <w:lvlJc w:val="right"/>
      <w:pPr>
        <w:tabs>
          <w:tab w:val="num" w:pos="8410"/>
        </w:tabs>
        <w:ind w:left="8410" w:hanging="180"/>
      </w:pPr>
      <w:rPr>
        <w:rFonts w:cs="Times New Roman"/>
      </w:rPr>
    </w:lvl>
  </w:abstractNum>
  <w:abstractNum w:abstractNumId="34">
    <w:nsid w:val="5C85149A"/>
    <w:multiLevelType w:val="hybridMultilevel"/>
    <w:tmpl w:val="2F4AB89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5">
    <w:nsid w:val="5CCE0614"/>
    <w:multiLevelType w:val="hybridMultilevel"/>
    <w:tmpl w:val="EDCC5482"/>
    <w:lvl w:ilvl="0" w:tplc="7B3086AE">
      <w:start w:val="1"/>
      <w:numFmt w:val="decimal"/>
      <w:lvlText w:val="%1."/>
      <w:lvlJc w:val="left"/>
      <w:pPr>
        <w:tabs>
          <w:tab w:val="num" w:pos="1692"/>
        </w:tabs>
        <w:ind w:left="1692" w:hanging="1125"/>
      </w:pPr>
      <w:rPr>
        <w:rFonts w:cs="Times New Roman" w:hint="default"/>
      </w:rPr>
    </w:lvl>
    <w:lvl w:ilvl="1" w:tplc="66DA5994">
      <w:start w:val="1"/>
      <w:numFmt w:val="decimal"/>
      <w:lvlText w:val="%2)"/>
      <w:lvlJc w:val="left"/>
      <w:pPr>
        <w:tabs>
          <w:tab w:val="num" w:pos="2277"/>
        </w:tabs>
        <w:ind w:left="2277" w:hanging="990"/>
      </w:pPr>
      <w:rPr>
        <w:rFonts w:cs="Times New Roman"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6">
    <w:nsid w:val="5E8449C5"/>
    <w:multiLevelType w:val="hybridMultilevel"/>
    <w:tmpl w:val="7598ED38"/>
    <w:lvl w:ilvl="0" w:tplc="C7C46434">
      <w:start w:val="1"/>
      <w:numFmt w:val="decimal"/>
      <w:lvlText w:val="%1)"/>
      <w:lvlJc w:val="left"/>
      <w:pPr>
        <w:tabs>
          <w:tab w:val="num" w:pos="840"/>
        </w:tabs>
        <w:ind w:left="840" w:hanging="480"/>
      </w:pPr>
      <w:rPr>
        <w:rFonts w:cs="Times New Roman" w:hint="default"/>
      </w:rPr>
    </w:lvl>
    <w:lvl w:ilvl="1" w:tplc="321239D4">
      <w:start w:val="2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5EA22F44"/>
    <w:multiLevelType w:val="hybridMultilevel"/>
    <w:tmpl w:val="2A520232"/>
    <w:lvl w:ilvl="0" w:tplc="81CA9BEC">
      <w:start w:val="19"/>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8">
    <w:nsid w:val="67992BCC"/>
    <w:multiLevelType w:val="hybridMultilevel"/>
    <w:tmpl w:val="D7D6DB8A"/>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39">
    <w:nsid w:val="681D5F44"/>
    <w:multiLevelType w:val="hybridMultilevel"/>
    <w:tmpl w:val="74507A38"/>
    <w:lvl w:ilvl="0" w:tplc="B53A08A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nsid w:val="6B446371"/>
    <w:multiLevelType w:val="hybridMultilevel"/>
    <w:tmpl w:val="6A689100"/>
    <w:lvl w:ilvl="0" w:tplc="2B2238A6">
      <w:start w:val="1"/>
      <w:numFmt w:val="decimal"/>
      <w:lvlText w:val="%1. "/>
      <w:legacy w:legacy="1" w:legacySpace="0" w:legacyIndent="360"/>
      <w:lvlJc w:val="left"/>
      <w:pPr>
        <w:ind w:left="1494" w:hanging="360"/>
      </w:pPr>
      <w:rPr>
        <w:rFonts w:ascii="TimesET" w:hAnsi="TimesET" w:cs="Times New Roman" w:hint="default"/>
        <w:b w:val="0"/>
        <w:i w:val="0"/>
        <w:sz w:val="24"/>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C31654D"/>
    <w:multiLevelType w:val="singleLevel"/>
    <w:tmpl w:val="2B2238A6"/>
    <w:lvl w:ilvl="0">
      <w:start w:val="1"/>
      <w:numFmt w:val="decimal"/>
      <w:lvlText w:val="%1. "/>
      <w:legacy w:legacy="1" w:legacySpace="0" w:legacyIndent="360"/>
      <w:lvlJc w:val="left"/>
      <w:pPr>
        <w:ind w:left="360" w:hanging="360"/>
      </w:pPr>
      <w:rPr>
        <w:rFonts w:ascii="TimesET" w:hAnsi="TimesET" w:cs="Times New Roman" w:hint="default"/>
        <w:b w:val="0"/>
        <w:i w:val="0"/>
        <w:sz w:val="24"/>
        <w:u w:val="none"/>
      </w:rPr>
    </w:lvl>
  </w:abstractNum>
  <w:abstractNum w:abstractNumId="42">
    <w:nsid w:val="7213250A"/>
    <w:multiLevelType w:val="multilevel"/>
    <w:tmpl w:val="C23C2710"/>
    <w:lvl w:ilvl="0">
      <w:start w:val="20"/>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43">
    <w:nsid w:val="74BB7850"/>
    <w:multiLevelType w:val="multilevel"/>
    <w:tmpl w:val="EF72A99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44">
    <w:nsid w:val="76C652F5"/>
    <w:multiLevelType w:val="hybridMultilevel"/>
    <w:tmpl w:val="C23C2710"/>
    <w:lvl w:ilvl="0" w:tplc="1B04DD0C">
      <w:start w:val="20"/>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5">
    <w:nsid w:val="78040898"/>
    <w:multiLevelType w:val="hybridMultilevel"/>
    <w:tmpl w:val="B6D6A77A"/>
    <w:lvl w:ilvl="0" w:tplc="2B2238A6">
      <w:start w:val="1"/>
      <w:numFmt w:val="decimal"/>
      <w:lvlText w:val="%1. "/>
      <w:legacy w:legacy="1" w:legacySpace="0" w:legacyIndent="360"/>
      <w:lvlJc w:val="left"/>
      <w:pPr>
        <w:ind w:left="2214" w:hanging="360"/>
      </w:pPr>
      <w:rPr>
        <w:rFonts w:ascii="TimesET" w:hAnsi="TimesET" w:cs="Times New Roman" w:hint="default"/>
        <w:b w:val="0"/>
        <w:i w:val="0"/>
        <w:sz w:val="24"/>
        <w:u w:val="none"/>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6">
    <w:nsid w:val="795C15A4"/>
    <w:multiLevelType w:val="hybridMultilevel"/>
    <w:tmpl w:val="72A6B3D4"/>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D8E01A2"/>
    <w:multiLevelType w:val="hybridMultilevel"/>
    <w:tmpl w:val="674EAB4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0"/>
  </w:num>
  <w:num w:numId="2">
    <w:abstractNumId w:val="43"/>
  </w:num>
  <w:num w:numId="3">
    <w:abstractNumId w:val="41"/>
  </w:num>
  <w:num w:numId="4">
    <w:abstractNumId w:val="2"/>
  </w:num>
  <w:num w:numId="5">
    <w:abstractNumId w:val="5"/>
  </w:num>
  <w:num w:numId="6">
    <w:abstractNumId w:val="1"/>
  </w:num>
  <w:num w:numId="7">
    <w:abstractNumId w:val="23"/>
  </w:num>
  <w:num w:numId="8">
    <w:abstractNumId w:val="27"/>
  </w:num>
  <w:num w:numId="9">
    <w:abstractNumId w:val="10"/>
  </w:num>
  <w:num w:numId="10">
    <w:abstractNumId w:val="34"/>
  </w:num>
  <w:num w:numId="11">
    <w:abstractNumId w:val="4"/>
  </w:num>
  <w:num w:numId="12">
    <w:abstractNumId w:val="40"/>
  </w:num>
  <w:num w:numId="13">
    <w:abstractNumId w:val="18"/>
  </w:num>
  <w:num w:numId="14">
    <w:abstractNumId w:val="15"/>
  </w:num>
  <w:num w:numId="15">
    <w:abstractNumId w:val="45"/>
  </w:num>
  <w:num w:numId="16">
    <w:abstractNumId w:val="20"/>
  </w:num>
  <w:num w:numId="17">
    <w:abstractNumId w:val="25"/>
  </w:num>
  <w:num w:numId="18">
    <w:abstractNumId w:val="31"/>
  </w:num>
  <w:num w:numId="19">
    <w:abstractNumId w:val="11"/>
  </w:num>
  <w:num w:numId="20">
    <w:abstractNumId w:val="28"/>
  </w:num>
  <w:num w:numId="21">
    <w:abstractNumId w:val="3"/>
  </w:num>
  <w:num w:numId="22">
    <w:abstractNumId w:val="7"/>
  </w:num>
  <w:num w:numId="23">
    <w:abstractNumId w:val="33"/>
  </w:num>
  <w:num w:numId="24">
    <w:abstractNumId w:val="26"/>
  </w:num>
  <w:num w:numId="25">
    <w:abstractNumId w:val="8"/>
  </w:num>
  <w:num w:numId="26">
    <w:abstractNumId w:val="16"/>
  </w:num>
  <w:num w:numId="27">
    <w:abstractNumId w:val="47"/>
  </w:num>
  <w:num w:numId="28">
    <w:abstractNumId w:val="46"/>
  </w:num>
  <w:num w:numId="29">
    <w:abstractNumId w:val="22"/>
  </w:num>
  <w:num w:numId="30">
    <w:abstractNumId w:val="14"/>
  </w:num>
  <w:num w:numId="31">
    <w:abstractNumId w:val="37"/>
  </w:num>
  <w:num w:numId="32">
    <w:abstractNumId w:val="44"/>
  </w:num>
  <w:num w:numId="33">
    <w:abstractNumId w:val="42"/>
  </w:num>
  <w:num w:numId="34">
    <w:abstractNumId w:val="13"/>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38"/>
  </w:num>
  <w:num w:numId="38">
    <w:abstractNumId w:val="12"/>
  </w:num>
  <w:num w:numId="39">
    <w:abstractNumId w:val="19"/>
  </w:num>
  <w:num w:numId="40">
    <w:abstractNumId w:val="21"/>
  </w:num>
  <w:num w:numId="41">
    <w:abstractNumId w:val="35"/>
  </w:num>
  <w:num w:numId="42">
    <w:abstractNumId w:val="29"/>
  </w:num>
  <w:num w:numId="43">
    <w:abstractNumId w:val="9"/>
  </w:num>
  <w:num w:numId="44">
    <w:abstractNumId w:val="36"/>
  </w:num>
  <w:num w:numId="45">
    <w:abstractNumId w:val="32"/>
  </w:num>
  <w:num w:numId="46">
    <w:abstractNumId w:val="39"/>
  </w:num>
  <w:num w:numId="47">
    <w:abstractNumId w:val="6"/>
  </w:num>
  <w:num w:numId="48">
    <w:abstractNumId w:val="0"/>
  </w:num>
  <w:num w:numId="4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62EA"/>
    <w:rsid w:val="00002A40"/>
    <w:rsid w:val="00010688"/>
    <w:rsid w:val="00011ABA"/>
    <w:rsid w:val="00013CF0"/>
    <w:rsid w:val="00023D4E"/>
    <w:rsid w:val="0003193E"/>
    <w:rsid w:val="000328E2"/>
    <w:rsid w:val="00037F57"/>
    <w:rsid w:val="0004315B"/>
    <w:rsid w:val="000442F7"/>
    <w:rsid w:val="00046B73"/>
    <w:rsid w:val="00050EDE"/>
    <w:rsid w:val="00050FF2"/>
    <w:rsid w:val="00052788"/>
    <w:rsid w:val="00055FEA"/>
    <w:rsid w:val="00056825"/>
    <w:rsid w:val="00057CB8"/>
    <w:rsid w:val="0006211D"/>
    <w:rsid w:val="000625BB"/>
    <w:rsid w:val="00062617"/>
    <w:rsid w:val="0006548E"/>
    <w:rsid w:val="00067527"/>
    <w:rsid w:val="000705E1"/>
    <w:rsid w:val="00072371"/>
    <w:rsid w:val="000752D6"/>
    <w:rsid w:val="000766B5"/>
    <w:rsid w:val="000766FA"/>
    <w:rsid w:val="000776AD"/>
    <w:rsid w:val="00083C8B"/>
    <w:rsid w:val="0008404F"/>
    <w:rsid w:val="000864B2"/>
    <w:rsid w:val="0009241D"/>
    <w:rsid w:val="00093299"/>
    <w:rsid w:val="00095059"/>
    <w:rsid w:val="000A0F5E"/>
    <w:rsid w:val="000A348F"/>
    <w:rsid w:val="000A3E4B"/>
    <w:rsid w:val="000A61BA"/>
    <w:rsid w:val="000A627B"/>
    <w:rsid w:val="000A7359"/>
    <w:rsid w:val="000B1CDA"/>
    <w:rsid w:val="000B40BF"/>
    <w:rsid w:val="000B6300"/>
    <w:rsid w:val="000B63EC"/>
    <w:rsid w:val="000B652D"/>
    <w:rsid w:val="000C23BD"/>
    <w:rsid w:val="000C36F9"/>
    <w:rsid w:val="000C3B24"/>
    <w:rsid w:val="000C4775"/>
    <w:rsid w:val="000C5EF1"/>
    <w:rsid w:val="000C7552"/>
    <w:rsid w:val="000D2FA3"/>
    <w:rsid w:val="000E19B4"/>
    <w:rsid w:val="000E1C41"/>
    <w:rsid w:val="000E259C"/>
    <w:rsid w:val="000E6774"/>
    <w:rsid w:val="000E6946"/>
    <w:rsid w:val="000F0FAE"/>
    <w:rsid w:val="000F28A1"/>
    <w:rsid w:val="000F2E93"/>
    <w:rsid w:val="000F41DC"/>
    <w:rsid w:val="00103B2F"/>
    <w:rsid w:val="00113195"/>
    <w:rsid w:val="00120B31"/>
    <w:rsid w:val="00126F2C"/>
    <w:rsid w:val="0013172F"/>
    <w:rsid w:val="00131C7A"/>
    <w:rsid w:val="001365FF"/>
    <w:rsid w:val="001406F4"/>
    <w:rsid w:val="001434BA"/>
    <w:rsid w:val="00152BCE"/>
    <w:rsid w:val="00153268"/>
    <w:rsid w:val="0015388C"/>
    <w:rsid w:val="001550D6"/>
    <w:rsid w:val="00156FFC"/>
    <w:rsid w:val="00161293"/>
    <w:rsid w:val="00162A90"/>
    <w:rsid w:val="00163005"/>
    <w:rsid w:val="001635E3"/>
    <w:rsid w:val="00165152"/>
    <w:rsid w:val="001655F5"/>
    <w:rsid w:val="001656FF"/>
    <w:rsid w:val="00166829"/>
    <w:rsid w:val="0016692E"/>
    <w:rsid w:val="001707FA"/>
    <w:rsid w:val="001715BB"/>
    <w:rsid w:val="00180210"/>
    <w:rsid w:val="00184844"/>
    <w:rsid w:val="00186F33"/>
    <w:rsid w:val="00193A06"/>
    <w:rsid w:val="001A156A"/>
    <w:rsid w:val="001A31CC"/>
    <w:rsid w:val="001A4F85"/>
    <w:rsid w:val="001A6F1A"/>
    <w:rsid w:val="001B0A95"/>
    <w:rsid w:val="001B5FDB"/>
    <w:rsid w:val="001B6AE6"/>
    <w:rsid w:val="001C3237"/>
    <w:rsid w:val="001C368B"/>
    <w:rsid w:val="001D3490"/>
    <w:rsid w:val="001D639B"/>
    <w:rsid w:val="001D698F"/>
    <w:rsid w:val="001E1DCE"/>
    <w:rsid w:val="001F0E54"/>
    <w:rsid w:val="001F379A"/>
    <w:rsid w:val="001F5713"/>
    <w:rsid w:val="00200DB8"/>
    <w:rsid w:val="00210A60"/>
    <w:rsid w:val="00211CDE"/>
    <w:rsid w:val="00214179"/>
    <w:rsid w:val="00214AD7"/>
    <w:rsid w:val="00214CC9"/>
    <w:rsid w:val="00215008"/>
    <w:rsid w:val="002150B2"/>
    <w:rsid w:val="00221F35"/>
    <w:rsid w:val="00224E2E"/>
    <w:rsid w:val="00225B9E"/>
    <w:rsid w:val="002270AE"/>
    <w:rsid w:val="00232591"/>
    <w:rsid w:val="00233752"/>
    <w:rsid w:val="00234063"/>
    <w:rsid w:val="00235DAC"/>
    <w:rsid w:val="002421D1"/>
    <w:rsid w:val="002426E7"/>
    <w:rsid w:val="002439E8"/>
    <w:rsid w:val="00245B3B"/>
    <w:rsid w:val="00247A82"/>
    <w:rsid w:val="00251DC4"/>
    <w:rsid w:val="00252656"/>
    <w:rsid w:val="00254E69"/>
    <w:rsid w:val="00255B1D"/>
    <w:rsid w:val="0026019F"/>
    <w:rsid w:val="00260405"/>
    <w:rsid w:val="00261663"/>
    <w:rsid w:val="00262F32"/>
    <w:rsid w:val="00265757"/>
    <w:rsid w:val="0027083B"/>
    <w:rsid w:val="00277039"/>
    <w:rsid w:val="0027721E"/>
    <w:rsid w:val="00277B7D"/>
    <w:rsid w:val="0028137C"/>
    <w:rsid w:val="002839F2"/>
    <w:rsid w:val="002906B5"/>
    <w:rsid w:val="00293939"/>
    <w:rsid w:val="00295E39"/>
    <w:rsid w:val="002965E1"/>
    <w:rsid w:val="00297251"/>
    <w:rsid w:val="002972B4"/>
    <w:rsid w:val="00297378"/>
    <w:rsid w:val="002976F4"/>
    <w:rsid w:val="002A065E"/>
    <w:rsid w:val="002A7E20"/>
    <w:rsid w:val="002B0C6B"/>
    <w:rsid w:val="002B2562"/>
    <w:rsid w:val="002B3177"/>
    <w:rsid w:val="002B40BD"/>
    <w:rsid w:val="002B454D"/>
    <w:rsid w:val="002B4D07"/>
    <w:rsid w:val="002B5072"/>
    <w:rsid w:val="002B6226"/>
    <w:rsid w:val="002C5F17"/>
    <w:rsid w:val="002D0889"/>
    <w:rsid w:val="002D1218"/>
    <w:rsid w:val="002D3603"/>
    <w:rsid w:val="002E01F3"/>
    <w:rsid w:val="002E2A85"/>
    <w:rsid w:val="002F08EB"/>
    <w:rsid w:val="002F222D"/>
    <w:rsid w:val="002F27CE"/>
    <w:rsid w:val="002F70F6"/>
    <w:rsid w:val="002F7EAF"/>
    <w:rsid w:val="00302A52"/>
    <w:rsid w:val="00302BF6"/>
    <w:rsid w:val="0030665C"/>
    <w:rsid w:val="00307927"/>
    <w:rsid w:val="0031174E"/>
    <w:rsid w:val="00311D10"/>
    <w:rsid w:val="00316E2A"/>
    <w:rsid w:val="00321995"/>
    <w:rsid w:val="0032439A"/>
    <w:rsid w:val="0032647A"/>
    <w:rsid w:val="00331E38"/>
    <w:rsid w:val="00336BBE"/>
    <w:rsid w:val="00337FF8"/>
    <w:rsid w:val="00341587"/>
    <w:rsid w:val="00343186"/>
    <w:rsid w:val="003440B1"/>
    <w:rsid w:val="00344AD0"/>
    <w:rsid w:val="0034500A"/>
    <w:rsid w:val="0034516A"/>
    <w:rsid w:val="00350C59"/>
    <w:rsid w:val="00351482"/>
    <w:rsid w:val="003535E6"/>
    <w:rsid w:val="00354185"/>
    <w:rsid w:val="003547F4"/>
    <w:rsid w:val="00357D36"/>
    <w:rsid w:val="00361A57"/>
    <w:rsid w:val="00364093"/>
    <w:rsid w:val="00364182"/>
    <w:rsid w:val="0036552C"/>
    <w:rsid w:val="003679D7"/>
    <w:rsid w:val="00370458"/>
    <w:rsid w:val="00370CBE"/>
    <w:rsid w:val="003729E7"/>
    <w:rsid w:val="0037396C"/>
    <w:rsid w:val="003742C0"/>
    <w:rsid w:val="00376EAC"/>
    <w:rsid w:val="003802BB"/>
    <w:rsid w:val="00381C39"/>
    <w:rsid w:val="0038407C"/>
    <w:rsid w:val="003862B3"/>
    <w:rsid w:val="00390F8E"/>
    <w:rsid w:val="00391E92"/>
    <w:rsid w:val="0039245D"/>
    <w:rsid w:val="003966B2"/>
    <w:rsid w:val="003A1E98"/>
    <w:rsid w:val="003A2588"/>
    <w:rsid w:val="003A4C80"/>
    <w:rsid w:val="003A59EE"/>
    <w:rsid w:val="003A6279"/>
    <w:rsid w:val="003A6368"/>
    <w:rsid w:val="003A725D"/>
    <w:rsid w:val="003A7A69"/>
    <w:rsid w:val="003B33C7"/>
    <w:rsid w:val="003B37A1"/>
    <w:rsid w:val="003B4322"/>
    <w:rsid w:val="003B479B"/>
    <w:rsid w:val="003B5DD3"/>
    <w:rsid w:val="003B6469"/>
    <w:rsid w:val="003C1E1E"/>
    <w:rsid w:val="003C2D94"/>
    <w:rsid w:val="003C3E78"/>
    <w:rsid w:val="003C4AB4"/>
    <w:rsid w:val="003C5FC9"/>
    <w:rsid w:val="003C7949"/>
    <w:rsid w:val="003C7C97"/>
    <w:rsid w:val="003D1B4E"/>
    <w:rsid w:val="003D29BC"/>
    <w:rsid w:val="003D3D91"/>
    <w:rsid w:val="003D50E4"/>
    <w:rsid w:val="003D5164"/>
    <w:rsid w:val="003D5602"/>
    <w:rsid w:val="003E46D7"/>
    <w:rsid w:val="003E4E76"/>
    <w:rsid w:val="003E4ED1"/>
    <w:rsid w:val="003E78A4"/>
    <w:rsid w:val="003E7D23"/>
    <w:rsid w:val="003F12CE"/>
    <w:rsid w:val="003F5B02"/>
    <w:rsid w:val="004000FF"/>
    <w:rsid w:val="004028D7"/>
    <w:rsid w:val="00402EA9"/>
    <w:rsid w:val="0040703C"/>
    <w:rsid w:val="00407066"/>
    <w:rsid w:val="00410996"/>
    <w:rsid w:val="00410EC9"/>
    <w:rsid w:val="0041112A"/>
    <w:rsid w:val="004156A0"/>
    <w:rsid w:val="00415900"/>
    <w:rsid w:val="00416CF2"/>
    <w:rsid w:val="00424DAC"/>
    <w:rsid w:val="00426E9B"/>
    <w:rsid w:val="0043129A"/>
    <w:rsid w:val="0043376C"/>
    <w:rsid w:val="004347A6"/>
    <w:rsid w:val="00435248"/>
    <w:rsid w:val="00437928"/>
    <w:rsid w:val="0044369A"/>
    <w:rsid w:val="00444C0C"/>
    <w:rsid w:val="00446889"/>
    <w:rsid w:val="00451079"/>
    <w:rsid w:val="0045217B"/>
    <w:rsid w:val="00452A4D"/>
    <w:rsid w:val="00456621"/>
    <w:rsid w:val="0045780F"/>
    <w:rsid w:val="00461D02"/>
    <w:rsid w:val="00461DAE"/>
    <w:rsid w:val="00462CB4"/>
    <w:rsid w:val="0046359A"/>
    <w:rsid w:val="00463928"/>
    <w:rsid w:val="00467026"/>
    <w:rsid w:val="00470A48"/>
    <w:rsid w:val="00472016"/>
    <w:rsid w:val="00472A5F"/>
    <w:rsid w:val="00474DDD"/>
    <w:rsid w:val="0047710F"/>
    <w:rsid w:val="0048673D"/>
    <w:rsid w:val="004873D4"/>
    <w:rsid w:val="00487734"/>
    <w:rsid w:val="00493BDC"/>
    <w:rsid w:val="004946C8"/>
    <w:rsid w:val="00497A18"/>
    <w:rsid w:val="004A04A4"/>
    <w:rsid w:val="004A65A5"/>
    <w:rsid w:val="004B3479"/>
    <w:rsid w:val="004C070E"/>
    <w:rsid w:val="004C2AF2"/>
    <w:rsid w:val="004C4E2A"/>
    <w:rsid w:val="004D271C"/>
    <w:rsid w:val="004D79BE"/>
    <w:rsid w:val="004E0B7A"/>
    <w:rsid w:val="004E1DA3"/>
    <w:rsid w:val="004E481C"/>
    <w:rsid w:val="004E53F2"/>
    <w:rsid w:val="004E7686"/>
    <w:rsid w:val="004F0979"/>
    <w:rsid w:val="004F35A9"/>
    <w:rsid w:val="004F4CEB"/>
    <w:rsid w:val="004F5DB7"/>
    <w:rsid w:val="0050163F"/>
    <w:rsid w:val="005022D2"/>
    <w:rsid w:val="0050596C"/>
    <w:rsid w:val="005068E9"/>
    <w:rsid w:val="00507671"/>
    <w:rsid w:val="005118A4"/>
    <w:rsid w:val="00513953"/>
    <w:rsid w:val="00514EC7"/>
    <w:rsid w:val="00514EE3"/>
    <w:rsid w:val="00520972"/>
    <w:rsid w:val="0052359C"/>
    <w:rsid w:val="00523C95"/>
    <w:rsid w:val="00525829"/>
    <w:rsid w:val="00530578"/>
    <w:rsid w:val="00532D86"/>
    <w:rsid w:val="00533D71"/>
    <w:rsid w:val="005360E5"/>
    <w:rsid w:val="00536BD6"/>
    <w:rsid w:val="00536F17"/>
    <w:rsid w:val="0054172C"/>
    <w:rsid w:val="00543DDA"/>
    <w:rsid w:val="00550275"/>
    <w:rsid w:val="00550D56"/>
    <w:rsid w:val="00555335"/>
    <w:rsid w:val="00556E68"/>
    <w:rsid w:val="00562DE4"/>
    <w:rsid w:val="00563C2A"/>
    <w:rsid w:val="00564DEB"/>
    <w:rsid w:val="00564EFE"/>
    <w:rsid w:val="00565C73"/>
    <w:rsid w:val="00565CC0"/>
    <w:rsid w:val="005660F4"/>
    <w:rsid w:val="0056614A"/>
    <w:rsid w:val="005666E5"/>
    <w:rsid w:val="005700F2"/>
    <w:rsid w:val="00577976"/>
    <w:rsid w:val="00583A3A"/>
    <w:rsid w:val="00584C21"/>
    <w:rsid w:val="00586A25"/>
    <w:rsid w:val="00592B75"/>
    <w:rsid w:val="00595B0F"/>
    <w:rsid w:val="00597C1E"/>
    <w:rsid w:val="005A3DB3"/>
    <w:rsid w:val="005A5495"/>
    <w:rsid w:val="005B2E5A"/>
    <w:rsid w:val="005B3CF5"/>
    <w:rsid w:val="005B6B0E"/>
    <w:rsid w:val="005C3CE3"/>
    <w:rsid w:val="005C4BAA"/>
    <w:rsid w:val="005C5ACA"/>
    <w:rsid w:val="005D1361"/>
    <w:rsid w:val="005D4086"/>
    <w:rsid w:val="005D5CA3"/>
    <w:rsid w:val="005D6F93"/>
    <w:rsid w:val="005E03FF"/>
    <w:rsid w:val="005E2B1B"/>
    <w:rsid w:val="005E4EFE"/>
    <w:rsid w:val="005E7302"/>
    <w:rsid w:val="005E79C6"/>
    <w:rsid w:val="005F00E5"/>
    <w:rsid w:val="005F0332"/>
    <w:rsid w:val="005F18E4"/>
    <w:rsid w:val="005F2007"/>
    <w:rsid w:val="005F27E8"/>
    <w:rsid w:val="005F4EC7"/>
    <w:rsid w:val="005F50D5"/>
    <w:rsid w:val="00600C09"/>
    <w:rsid w:val="00603DA8"/>
    <w:rsid w:val="0061211F"/>
    <w:rsid w:val="00614506"/>
    <w:rsid w:val="00614F08"/>
    <w:rsid w:val="00614F8D"/>
    <w:rsid w:val="00621DE8"/>
    <w:rsid w:val="006267AB"/>
    <w:rsid w:val="006313D1"/>
    <w:rsid w:val="006321A6"/>
    <w:rsid w:val="006343B6"/>
    <w:rsid w:val="00634855"/>
    <w:rsid w:val="00635338"/>
    <w:rsid w:val="006402DD"/>
    <w:rsid w:val="0064101B"/>
    <w:rsid w:val="00642127"/>
    <w:rsid w:val="0064442E"/>
    <w:rsid w:val="00647F14"/>
    <w:rsid w:val="00655939"/>
    <w:rsid w:val="00655FF5"/>
    <w:rsid w:val="006573EE"/>
    <w:rsid w:val="00664FC9"/>
    <w:rsid w:val="00665C6D"/>
    <w:rsid w:val="00670776"/>
    <w:rsid w:val="00676B7B"/>
    <w:rsid w:val="00682206"/>
    <w:rsid w:val="00684D98"/>
    <w:rsid w:val="00686F17"/>
    <w:rsid w:val="006876F9"/>
    <w:rsid w:val="006929B2"/>
    <w:rsid w:val="00692E44"/>
    <w:rsid w:val="0069593F"/>
    <w:rsid w:val="006969CA"/>
    <w:rsid w:val="006A1B5B"/>
    <w:rsid w:val="006A26F9"/>
    <w:rsid w:val="006A33FB"/>
    <w:rsid w:val="006A43CA"/>
    <w:rsid w:val="006A5DE3"/>
    <w:rsid w:val="006A7633"/>
    <w:rsid w:val="006B2057"/>
    <w:rsid w:val="006B3C00"/>
    <w:rsid w:val="006B6023"/>
    <w:rsid w:val="006B7714"/>
    <w:rsid w:val="006C147F"/>
    <w:rsid w:val="006C47EF"/>
    <w:rsid w:val="006C58F9"/>
    <w:rsid w:val="006D130A"/>
    <w:rsid w:val="006D36C2"/>
    <w:rsid w:val="006D43FF"/>
    <w:rsid w:val="006D68FD"/>
    <w:rsid w:val="006D79C5"/>
    <w:rsid w:val="006E1F00"/>
    <w:rsid w:val="006E3595"/>
    <w:rsid w:val="006E3E1A"/>
    <w:rsid w:val="006E438E"/>
    <w:rsid w:val="006F0672"/>
    <w:rsid w:val="006F3345"/>
    <w:rsid w:val="00700D0D"/>
    <w:rsid w:val="007010B4"/>
    <w:rsid w:val="007027A7"/>
    <w:rsid w:val="00702919"/>
    <w:rsid w:val="00702B1D"/>
    <w:rsid w:val="00705DFA"/>
    <w:rsid w:val="00710021"/>
    <w:rsid w:val="00711B95"/>
    <w:rsid w:val="00714EE8"/>
    <w:rsid w:val="00717DA2"/>
    <w:rsid w:val="0072227E"/>
    <w:rsid w:val="00722F0D"/>
    <w:rsid w:val="007246DE"/>
    <w:rsid w:val="00725617"/>
    <w:rsid w:val="00725C91"/>
    <w:rsid w:val="0072697F"/>
    <w:rsid w:val="00727A96"/>
    <w:rsid w:val="00732281"/>
    <w:rsid w:val="00737B9B"/>
    <w:rsid w:val="00737FED"/>
    <w:rsid w:val="0074054B"/>
    <w:rsid w:val="00747C5D"/>
    <w:rsid w:val="007534EC"/>
    <w:rsid w:val="00756D1E"/>
    <w:rsid w:val="007621A1"/>
    <w:rsid w:val="007649B4"/>
    <w:rsid w:val="007724EF"/>
    <w:rsid w:val="00772DA8"/>
    <w:rsid w:val="00773996"/>
    <w:rsid w:val="0077439A"/>
    <w:rsid w:val="007755C0"/>
    <w:rsid w:val="00776220"/>
    <w:rsid w:val="00780E10"/>
    <w:rsid w:val="00782D9B"/>
    <w:rsid w:val="007865B1"/>
    <w:rsid w:val="00794F5E"/>
    <w:rsid w:val="007A1B60"/>
    <w:rsid w:val="007A35A8"/>
    <w:rsid w:val="007A4147"/>
    <w:rsid w:val="007B1A1C"/>
    <w:rsid w:val="007B3C19"/>
    <w:rsid w:val="007B45B5"/>
    <w:rsid w:val="007C005F"/>
    <w:rsid w:val="007C16BF"/>
    <w:rsid w:val="007C519F"/>
    <w:rsid w:val="007C69FA"/>
    <w:rsid w:val="007D0A22"/>
    <w:rsid w:val="007D1AD2"/>
    <w:rsid w:val="007D7BD3"/>
    <w:rsid w:val="007E065A"/>
    <w:rsid w:val="007E56F0"/>
    <w:rsid w:val="007E6FB1"/>
    <w:rsid w:val="007F267A"/>
    <w:rsid w:val="007F41AC"/>
    <w:rsid w:val="007F5344"/>
    <w:rsid w:val="007F5E3C"/>
    <w:rsid w:val="007F6C35"/>
    <w:rsid w:val="0080047B"/>
    <w:rsid w:val="008022F1"/>
    <w:rsid w:val="00802CDA"/>
    <w:rsid w:val="00806258"/>
    <w:rsid w:val="00807DC6"/>
    <w:rsid w:val="00811F67"/>
    <w:rsid w:val="00813A2A"/>
    <w:rsid w:val="00814845"/>
    <w:rsid w:val="008148E0"/>
    <w:rsid w:val="00814A93"/>
    <w:rsid w:val="00816775"/>
    <w:rsid w:val="0081691E"/>
    <w:rsid w:val="00817311"/>
    <w:rsid w:val="00817671"/>
    <w:rsid w:val="00817D59"/>
    <w:rsid w:val="00824CDD"/>
    <w:rsid w:val="0082723B"/>
    <w:rsid w:val="00827458"/>
    <w:rsid w:val="0083156E"/>
    <w:rsid w:val="00833372"/>
    <w:rsid w:val="008349DA"/>
    <w:rsid w:val="00834C9C"/>
    <w:rsid w:val="0083598B"/>
    <w:rsid w:val="008405D5"/>
    <w:rsid w:val="008426F1"/>
    <w:rsid w:val="00843CBD"/>
    <w:rsid w:val="00844531"/>
    <w:rsid w:val="00845BB2"/>
    <w:rsid w:val="00846F0D"/>
    <w:rsid w:val="00853E81"/>
    <w:rsid w:val="008575A0"/>
    <w:rsid w:val="008612AE"/>
    <w:rsid w:val="00864B88"/>
    <w:rsid w:val="00866E8F"/>
    <w:rsid w:val="008671CC"/>
    <w:rsid w:val="00870365"/>
    <w:rsid w:val="0087314D"/>
    <w:rsid w:val="00873E4F"/>
    <w:rsid w:val="0087459C"/>
    <w:rsid w:val="00875444"/>
    <w:rsid w:val="00876BBE"/>
    <w:rsid w:val="008811EE"/>
    <w:rsid w:val="00882C1F"/>
    <w:rsid w:val="00885B3B"/>
    <w:rsid w:val="00890F19"/>
    <w:rsid w:val="00893F0E"/>
    <w:rsid w:val="00895E99"/>
    <w:rsid w:val="00896D24"/>
    <w:rsid w:val="00897174"/>
    <w:rsid w:val="00897FB5"/>
    <w:rsid w:val="008A5543"/>
    <w:rsid w:val="008B26E5"/>
    <w:rsid w:val="008B325C"/>
    <w:rsid w:val="008B3BB2"/>
    <w:rsid w:val="008B4E3C"/>
    <w:rsid w:val="008C015B"/>
    <w:rsid w:val="008C330B"/>
    <w:rsid w:val="008C39B6"/>
    <w:rsid w:val="008D1160"/>
    <w:rsid w:val="008D1E5B"/>
    <w:rsid w:val="008D3C22"/>
    <w:rsid w:val="008E01C2"/>
    <w:rsid w:val="008E21B8"/>
    <w:rsid w:val="008E489E"/>
    <w:rsid w:val="008E6161"/>
    <w:rsid w:val="008F65BE"/>
    <w:rsid w:val="008F755E"/>
    <w:rsid w:val="00901C13"/>
    <w:rsid w:val="009020C7"/>
    <w:rsid w:val="00902986"/>
    <w:rsid w:val="00917D12"/>
    <w:rsid w:val="009211D5"/>
    <w:rsid w:val="00924416"/>
    <w:rsid w:val="00927629"/>
    <w:rsid w:val="00932865"/>
    <w:rsid w:val="009334FB"/>
    <w:rsid w:val="009357F0"/>
    <w:rsid w:val="00935F3F"/>
    <w:rsid w:val="0093723A"/>
    <w:rsid w:val="00940852"/>
    <w:rsid w:val="009409A5"/>
    <w:rsid w:val="00941397"/>
    <w:rsid w:val="009414FE"/>
    <w:rsid w:val="009424A5"/>
    <w:rsid w:val="00942AC6"/>
    <w:rsid w:val="00943A5E"/>
    <w:rsid w:val="00946D73"/>
    <w:rsid w:val="00955C02"/>
    <w:rsid w:val="00956B1C"/>
    <w:rsid w:val="00961064"/>
    <w:rsid w:val="0096250F"/>
    <w:rsid w:val="00962AB4"/>
    <w:rsid w:val="00965E65"/>
    <w:rsid w:val="00966B0C"/>
    <w:rsid w:val="00967B38"/>
    <w:rsid w:val="009718A4"/>
    <w:rsid w:val="00977DAB"/>
    <w:rsid w:val="00982425"/>
    <w:rsid w:val="00984427"/>
    <w:rsid w:val="00985DFB"/>
    <w:rsid w:val="00986F8C"/>
    <w:rsid w:val="0098787F"/>
    <w:rsid w:val="00990EDF"/>
    <w:rsid w:val="00996845"/>
    <w:rsid w:val="00997D1B"/>
    <w:rsid w:val="009A4AAA"/>
    <w:rsid w:val="009C3FFE"/>
    <w:rsid w:val="009C4177"/>
    <w:rsid w:val="009C642F"/>
    <w:rsid w:val="009C6C5D"/>
    <w:rsid w:val="009C7833"/>
    <w:rsid w:val="009D0E6B"/>
    <w:rsid w:val="009D7C42"/>
    <w:rsid w:val="009E35F7"/>
    <w:rsid w:val="009F04F3"/>
    <w:rsid w:val="009F075C"/>
    <w:rsid w:val="009F1B17"/>
    <w:rsid w:val="009F4722"/>
    <w:rsid w:val="009F47A8"/>
    <w:rsid w:val="00A01520"/>
    <w:rsid w:val="00A01C65"/>
    <w:rsid w:val="00A01F0B"/>
    <w:rsid w:val="00A04756"/>
    <w:rsid w:val="00A066E6"/>
    <w:rsid w:val="00A1236F"/>
    <w:rsid w:val="00A12583"/>
    <w:rsid w:val="00A156EE"/>
    <w:rsid w:val="00A16158"/>
    <w:rsid w:val="00A20209"/>
    <w:rsid w:val="00A21FD4"/>
    <w:rsid w:val="00A22424"/>
    <w:rsid w:val="00A25A1D"/>
    <w:rsid w:val="00A276BC"/>
    <w:rsid w:val="00A30D13"/>
    <w:rsid w:val="00A31FD4"/>
    <w:rsid w:val="00A328E4"/>
    <w:rsid w:val="00A336C3"/>
    <w:rsid w:val="00A34FB4"/>
    <w:rsid w:val="00A356AC"/>
    <w:rsid w:val="00A4568B"/>
    <w:rsid w:val="00A51525"/>
    <w:rsid w:val="00A51759"/>
    <w:rsid w:val="00A52E59"/>
    <w:rsid w:val="00A54DE9"/>
    <w:rsid w:val="00A551A8"/>
    <w:rsid w:val="00A55227"/>
    <w:rsid w:val="00A61AC6"/>
    <w:rsid w:val="00A6225B"/>
    <w:rsid w:val="00A62DF2"/>
    <w:rsid w:val="00A63FAC"/>
    <w:rsid w:val="00A64682"/>
    <w:rsid w:val="00A7120E"/>
    <w:rsid w:val="00A756F0"/>
    <w:rsid w:val="00A7718D"/>
    <w:rsid w:val="00A802EF"/>
    <w:rsid w:val="00A8040A"/>
    <w:rsid w:val="00A84FB0"/>
    <w:rsid w:val="00A91741"/>
    <w:rsid w:val="00A93B01"/>
    <w:rsid w:val="00A94817"/>
    <w:rsid w:val="00A95EB8"/>
    <w:rsid w:val="00A97398"/>
    <w:rsid w:val="00AA149E"/>
    <w:rsid w:val="00AA1FD5"/>
    <w:rsid w:val="00AA4325"/>
    <w:rsid w:val="00AA46A5"/>
    <w:rsid w:val="00AA5A20"/>
    <w:rsid w:val="00AA62A1"/>
    <w:rsid w:val="00AB4629"/>
    <w:rsid w:val="00AB54E7"/>
    <w:rsid w:val="00AC4285"/>
    <w:rsid w:val="00AC51A1"/>
    <w:rsid w:val="00AC65F7"/>
    <w:rsid w:val="00AC6651"/>
    <w:rsid w:val="00AD0F5E"/>
    <w:rsid w:val="00AD1E1B"/>
    <w:rsid w:val="00AD29B3"/>
    <w:rsid w:val="00AD630F"/>
    <w:rsid w:val="00AD6B24"/>
    <w:rsid w:val="00AE2B9F"/>
    <w:rsid w:val="00AE319F"/>
    <w:rsid w:val="00AE5A85"/>
    <w:rsid w:val="00AE74A5"/>
    <w:rsid w:val="00AE7805"/>
    <w:rsid w:val="00AF06E8"/>
    <w:rsid w:val="00AF1673"/>
    <w:rsid w:val="00AF4B7B"/>
    <w:rsid w:val="00AF505C"/>
    <w:rsid w:val="00AF597B"/>
    <w:rsid w:val="00AF6472"/>
    <w:rsid w:val="00B0209E"/>
    <w:rsid w:val="00B036F2"/>
    <w:rsid w:val="00B05261"/>
    <w:rsid w:val="00B057E6"/>
    <w:rsid w:val="00B05F6C"/>
    <w:rsid w:val="00B12236"/>
    <w:rsid w:val="00B14FE5"/>
    <w:rsid w:val="00B22635"/>
    <w:rsid w:val="00B2326E"/>
    <w:rsid w:val="00B3007F"/>
    <w:rsid w:val="00B33FC4"/>
    <w:rsid w:val="00B35051"/>
    <w:rsid w:val="00B4095F"/>
    <w:rsid w:val="00B42A60"/>
    <w:rsid w:val="00B44FD9"/>
    <w:rsid w:val="00B463F9"/>
    <w:rsid w:val="00B47B8F"/>
    <w:rsid w:val="00B51DA1"/>
    <w:rsid w:val="00B574DB"/>
    <w:rsid w:val="00B5756A"/>
    <w:rsid w:val="00B60CAD"/>
    <w:rsid w:val="00B62A3F"/>
    <w:rsid w:val="00B62DAC"/>
    <w:rsid w:val="00B64F49"/>
    <w:rsid w:val="00B65C0C"/>
    <w:rsid w:val="00B67EAF"/>
    <w:rsid w:val="00B70F47"/>
    <w:rsid w:val="00B72BA3"/>
    <w:rsid w:val="00B73322"/>
    <w:rsid w:val="00B80BEB"/>
    <w:rsid w:val="00B822C9"/>
    <w:rsid w:val="00B83711"/>
    <w:rsid w:val="00B83EF5"/>
    <w:rsid w:val="00B845FD"/>
    <w:rsid w:val="00B878DF"/>
    <w:rsid w:val="00B933CD"/>
    <w:rsid w:val="00B9406F"/>
    <w:rsid w:val="00B972DC"/>
    <w:rsid w:val="00BA45C8"/>
    <w:rsid w:val="00BB2251"/>
    <w:rsid w:val="00BB2A14"/>
    <w:rsid w:val="00BB61B6"/>
    <w:rsid w:val="00BB7CCD"/>
    <w:rsid w:val="00BC56EE"/>
    <w:rsid w:val="00BC5F1B"/>
    <w:rsid w:val="00BD0D11"/>
    <w:rsid w:val="00BD1D58"/>
    <w:rsid w:val="00BD3833"/>
    <w:rsid w:val="00BD4DF6"/>
    <w:rsid w:val="00BD4E4E"/>
    <w:rsid w:val="00BD5152"/>
    <w:rsid w:val="00BD73C5"/>
    <w:rsid w:val="00BE063D"/>
    <w:rsid w:val="00BE14B5"/>
    <w:rsid w:val="00BE2716"/>
    <w:rsid w:val="00BE2E62"/>
    <w:rsid w:val="00BE35CE"/>
    <w:rsid w:val="00BE4AEF"/>
    <w:rsid w:val="00BE60A4"/>
    <w:rsid w:val="00BE7148"/>
    <w:rsid w:val="00BF0F14"/>
    <w:rsid w:val="00BF3C32"/>
    <w:rsid w:val="00BF7F9B"/>
    <w:rsid w:val="00C03121"/>
    <w:rsid w:val="00C03E8F"/>
    <w:rsid w:val="00C074AB"/>
    <w:rsid w:val="00C15226"/>
    <w:rsid w:val="00C208D4"/>
    <w:rsid w:val="00C20CB5"/>
    <w:rsid w:val="00C22513"/>
    <w:rsid w:val="00C2387C"/>
    <w:rsid w:val="00C24B2D"/>
    <w:rsid w:val="00C3678B"/>
    <w:rsid w:val="00C36E4C"/>
    <w:rsid w:val="00C4093E"/>
    <w:rsid w:val="00C40EB5"/>
    <w:rsid w:val="00C45D9F"/>
    <w:rsid w:val="00C46939"/>
    <w:rsid w:val="00C570D6"/>
    <w:rsid w:val="00C73606"/>
    <w:rsid w:val="00C7650A"/>
    <w:rsid w:val="00C7744E"/>
    <w:rsid w:val="00C83D3D"/>
    <w:rsid w:val="00C95CB5"/>
    <w:rsid w:val="00C96CBC"/>
    <w:rsid w:val="00CA0C41"/>
    <w:rsid w:val="00CA1D5A"/>
    <w:rsid w:val="00CA3AEE"/>
    <w:rsid w:val="00CA3D4C"/>
    <w:rsid w:val="00CA437C"/>
    <w:rsid w:val="00CA4DB2"/>
    <w:rsid w:val="00CA5B80"/>
    <w:rsid w:val="00CA68F6"/>
    <w:rsid w:val="00CB0FEC"/>
    <w:rsid w:val="00CB1A39"/>
    <w:rsid w:val="00CB4C34"/>
    <w:rsid w:val="00CB5385"/>
    <w:rsid w:val="00CB7E77"/>
    <w:rsid w:val="00CC07A6"/>
    <w:rsid w:val="00CC0BA7"/>
    <w:rsid w:val="00CC6E7D"/>
    <w:rsid w:val="00CC7533"/>
    <w:rsid w:val="00CC7E88"/>
    <w:rsid w:val="00CD1268"/>
    <w:rsid w:val="00CD6E56"/>
    <w:rsid w:val="00CE1A01"/>
    <w:rsid w:val="00CE318F"/>
    <w:rsid w:val="00CE41CB"/>
    <w:rsid w:val="00CF1423"/>
    <w:rsid w:val="00CF368D"/>
    <w:rsid w:val="00CF7E41"/>
    <w:rsid w:val="00CF7E92"/>
    <w:rsid w:val="00D034AD"/>
    <w:rsid w:val="00D06332"/>
    <w:rsid w:val="00D06B60"/>
    <w:rsid w:val="00D113C9"/>
    <w:rsid w:val="00D12B1B"/>
    <w:rsid w:val="00D12CA0"/>
    <w:rsid w:val="00D15A35"/>
    <w:rsid w:val="00D162EA"/>
    <w:rsid w:val="00D20A4D"/>
    <w:rsid w:val="00D22898"/>
    <w:rsid w:val="00D23DF8"/>
    <w:rsid w:val="00D24F4B"/>
    <w:rsid w:val="00D265BD"/>
    <w:rsid w:val="00D27EEE"/>
    <w:rsid w:val="00D312F2"/>
    <w:rsid w:val="00D403CE"/>
    <w:rsid w:val="00D414B1"/>
    <w:rsid w:val="00D41730"/>
    <w:rsid w:val="00D46014"/>
    <w:rsid w:val="00D472F1"/>
    <w:rsid w:val="00D4757E"/>
    <w:rsid w:val="00D51657"/>
    <w:rsid w:val="00D547A2"/>
    <w:rsid w:val="00D6376B"/>
    <w:rsid w:val="00D7244F"/>
    <w:rsid w:val="00D7505F"/>
    <w:rsid w:val="00D75DEC"/>
    <w:rsid w:val="00D83EF9"/>
    <w:rsid w:val="00D84B74"/>
    <w:rsid w:val="00D86011"/>
    <w:rsid w:val="00D900AB"/>
    <w:rsid w:val="00D94E39"/>
    <w:rsid w:val="00D96D39"/>
    <w:rsid w:val="00DA5BB6"/>
    <w:rsid w:val="00DB46F2"/>
    <w:rsid w:val="00DB4ABF"/>
    <w:rsid w:val="00DB7DAD"/>
    <w:rsid w:val="00DC6F75"/>
    <w:rsid w:val="00DC7477"/>
    <w:rsid w:val="00DD65D6"/>
    <w:rsid w:val="00DD66C5"/>
    <w:rsid w:val="00DE11DB"/>
    <w:rsid w:val="00DE2848"/>
    <w:rsid w:val="00DE3E89"/>
    <w:rsid w:val="00DE428A"/>
    <w:rsid w:val="00DE6C7A"/>
    <w:rsid w:val="00DE734E"/>
    <w:rsid w:val="00DF11AD"/>
    <w:rsid w:val="00DF2E9D"/>
    <w:rsid w:val="00DF4415"/>
    <w:rsid w:val="00DF7C62"/>
    <w:rsid w:val="00E02236"/>
    <w:rsid w:val="00E15B97"/>
    <w:rsid w:val="00E201C5"/>
    <w:rsid w:val="00E20AEB"/>
    <w:rsid w:val="00E216D6"/>
    <w:rsid w:val="00E23903"/>
    <w:rsid w:val="00E2547E"/>
    <w:rsid w:val="00E332F6"/>
    <w:rsid w:val="00E339A3"/>
    <w:rsid w:val="00E34EBC"/>
    <w:rsid w:val="00E35420"/>
    <w:rsid w:val="00E377ED"/>
    <w:rsid w:val="00E40D7A"/>
    <w:rsid w:val="00E46004"/>
    <w:rsid w:val="00E464E4"/>
    <w:rsid w:val="00E53B2C"/>
    <w:rsid w:val="00E54129"/>
    <w:rsid w:val="00E5534B"/>
    <w:rsid w:val="00E566E0"/>
    <w:rsid w:val="00E56F92"/>
    <w:rsid w:val="00E5742C"/>
    <w:rsid w:val="00E57C55"/>
    <w:rsid w:val="00E61FF0"/>
    <w:rsid w:val="00E63BF0"/>
    <w:rsid w:val="00E64C08"/>
    <w:rsid w:val="00E64E96"/>
    <w:rsid w:val="00E65A90"/>
    <w:rsid w:val="00E67D7F"/>
    <w:rsid w:val="00E715DC"/>
    <w:rsid w:val="00E71FFB"/>
    <w:rsid w:val="00E76128"/>
    <w:rsid w:val="00E83E3F"/>
    <w:rsid w:val="00E84F0A"/>
    <w:rsid w:val="00E85B71"/>
    <w:rsid w:val="00E86DD6"/>
    <w:rsid w:val="00EA69A8"/>
    <w:rsid w:val="00EB50AC"/>
    <w:rsid w:val="00EB5377"/>
    <w:rsid w:val="00EC1691"/>
    <w:rsid w:val="00EC31FB"/>
    <w:rsid w:val="00EC4BAC"/>
    <w:rsid w:val="00EC4DAB"/>
    <w:rsid w:val="00EC51B5"/>
    <w:rsid w:val="00EC74CD"/>
    <w:rsid w:val="00ED2356"/>
    <w:rsid w:val="00ED5898"/>
    <w:rsid w:val="00ED7A3E"/>
    <w:rsid w:val="00ED7CF5"/>
    <w:rsid w:val="00EE0C8B"/>
    <w:rsid w:val="00EF1998"/>
    <w:rsid w:val="00EF6212"/>
    <w:rsid w:val="00EF657D"/>
    <w:rsid w:val="00F02ECE"/>
    <w:rsid w:val="00F03ADF"/>
    <w:rsid w:val="00F0423D"/>
    <w:rsid w:val="00F05805"/>
    <w:rsid w:val="00F05CEB"/>
    <w:rsid w:val="00F07C72"/>
    <w:rsid w:val="00F07F27"/>
    <w:rsid w:val="00F127D4"/>
    <w:rsid w:val="00F14D80"/>
    <w:rsid w:val="00F20755"/>
    <w:rsid w:val="00F278B7"/>
    <w:rsid w:val="00F31DB6"/>
    <w:rsid w:val="00F413F3"/>
    <w:rsid w:val="00F44B76"/>
    <w:rsid w:val="00F45109"/>
    <w:rsid w:val="00F46786"/>
    <w:rsid w:val="00F46DEA"/>
    <w:rsid w:val="00F50BDE"/>
    <w:rsid w:val="00F5310B"/>
    <w:rsid w:val="00F5569A"/>
    <w:rsid w:val="00F56DD7"/>
    <w:rsid w:val="00F56F0D"/>
    <w:rsid w:val="00F57218"/>
    <w:rsid w:val="00F6328B"/>
    <w:rsid w:val="00F65B7A"/>
    <w:rsid w:val="00F6672D"/>
    <w:rsid w:val="00F70E4B"/>
    <w:rsid w:val="00F71821"/>
    <w:rsid w:val="00F72807"/>
    <w:rsid w:val="00F75BD1"/>
    <w:rsid w:val="00F778B6"/>
    <w:rsid w:val="00F849A0"/>
    <w:rsid w:val="00F852BA"/>
    <w:rsid w:val="00F85FE7"/>
    <w:rsid w:val="00F966E9"/>
    <w:rsid w:val="00F97752"/>
    <w:rsid w:val="00FA06F0"/>
    <w:rsid w:val="00FA3381"/>
    <w:rsid w:val="00FA499B"/>
    <w:rsid w:val="00FA4C51"/>
    <w:rsid w:val="00FA5BFA"/>
    <w:rsid w:val="00FB0752"/>
    <w:rsid w:val="00FB1A8F"/>
    <w:rsid w:val="00FB29F9"/>
    <w:rsid w:val="00FB44F1"/>
    <w:rsid w:val="00FB568F"/>
    <w:rsid w:val="00FB5A76"/>
    <w:rsid w:val="00FC3E25"/>
    <w:rsid w:val="00FC442F"/>
    <w:rsid w:val="00FD4411"/>
    <w:rsid w:val="00FD6788"/>
    <w:rsid w:val="00FE446E"/>
    <w:rsid w:val="00FE75B7"/>
    <w:rsid w:val="00FF194B"/>
    <w:rsid w:val="00FF60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1DC"/>
    <w:rPr>
      <w:sz w:val="20"/>
      <w:szCs w:val="20"/>
    </w:rPr>
  </w:style>
  <w:style w:type="paragraph" w:styleId="Heading1">
    <w:name w:val="heading 1"/>
    <w:basedOn w:val="Normal"/>
    <w:next w:val="Normal"/>
    <w:link w:val="Heading1Char"/>
    <w:uiPriority w:val="99"/>
    <w:qFormat/>
    <w:rsid w:val="000F41DC"/>
    <w:pPr>
      <w:keepNext/>
      <w:jc w:val="center"/>
      <w:outlineLvl w:val="0"/>
    </w:pPr>
    <w:rPr>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7218"/>
    <w:rPr>
      <w:rFonts w:ascii="Cambria" w:hAnsi="Cambria" w:cs="Times New Roman"/>
      <w:b/>
      <w:bCs/>
      <w:kern w:val="32"/>
      <w:sz w:val="32"/>
      <w:szCs w:val="32"/>
    </w:rPr>
  </w:style>
  <w:style w:type="paragraph" w:styleId="BodyTextIndent">
    <w:name w:val="Body Text Indent"/>
    <w:basedOn w:val="Normal"/>
    <w:link w:val="BodyTextIndentChar"/>
    <w:uiPriority w:val="99"/>
    <w:rsid w:val="000F41DC"/>
    <w:pPr>
      <w:ind w:firstLine="709"/>
      <w:jc w:val="both"/>
    </w:pPr>
    <w:rPr>
      <w:rFonts w:ascii="TimesET" w:hAnsi="TimesET"/>
      <w:sz w:val="24"/>
    </w:rPr>
  </w:style>
  <w:style w:type="character" w:customStyle="1" w:styleId="BodyTextIndentChar">
    <w:name w:val="Body Text Indent Char"/>
    <w:basedOn w:val="DefaultParagraphFont"/>
    <w:link w:val="BodyTextIndent"/>
    <w:uiPriority w:val="99"/>
    <w:semiHidden/>
    <w:locked/>
    <w:rsid w:val="00F57218"/>
    <w:rPr>
      <w:rFonts w:cs="Times New Roman"/>
      <w:sz w:val="20"/>
      <w:szCs w:val="20"/>
    </w:rPr>
  </w:style>
  <w:style w:type="paragraph" w:styleId="BodyTextIndent2">
    <w:name w:val="Body Text Indent 2"/>
    <w:basedOn w:val="Normal"/>
    <w:link w:val="BodyTextIndent2Char"/>
    <w:uiPriority w:val="99"/>
    <w:rsid w:val="000F41DC"/>
    <w:pPr>
      <w:ind w:firstLine="709"/>
    </w:pPr>
    <w:rPr>
      <w:rFonts w:ascii="TimesET" w:hAnsi="TimesET"/>
      <w:sz w:val="24"/>
    </w:rPr>
  </w:style>
  <w:style w:type="character" w:customStyle="1" w:styleId="BodyTextIndent2Char">
    <w:name w:val="Body Text Indent 2 Char"/>
    <w:basedOn w:val="DefaultParagraphFont"/>
    <w:link w:val="BodyTextIndent2"/>
    <w:uiPriority w:val="99"/>
    <w:semiHidden/>
    <w:locked/>
    <w:rsid w:val="00F57218"/>
    <w:rPr>
      <w:rFonts w:cs="Times New Roman"/>
      <w:sz w:val="20"/>
      <w:szCs w:val="20"/>
    </w:rPr>
  </w:style>
  <w:style w:type="paragraph" w:styleId="BodyTextIndent3">
    <w:name w:val="Body Text Indent 3"/>
    <w:basedOn w:val="Normal"/>
    <w:link w:val="BodyTextIndent3Char"/>
    <w:uiPriority w:val="99"/>
    <w:rsid w:val="000F41DC"/>
    <w:pPr>
      <w:ind w:firstLine="709"/>
      <w:jc w:val="both"/>
    </w:pPr>
    <w:rPr>
      <w:sz w:val="28"/>
    </w:rPr>
  </w:style>
  <w:style w:type="character" w:customStyle="1" w:styleId="BodyTextIndent3Char">
    <w:name w:val="Body Text Indent 3 Char"/>
    <w:basedOn w:val="DefaultParagraphFont"/>
    <w:link w:val="BodyTextIndent3"/>
    <w:uiPriority w:val="99"/>
    <w:semiHidden/>
    <w:locked/>
    <w:rsid w:val="00F57218"/>
    <w:rPr>
      <w:rFonts w:cs="Times New Roman"/>
      <w:sz w:val="16"/>
      <w:szCs w:val="16"/>
    </w:rPr>
  </w:style>
  <w:style w:type="paragraph" w:customStyle="1" w:styleId="ConsNormal">
    <w:name w:val="ConsNormal"/>
    <w:uiPriority w:val="99"/>
    <w:rsid w:val="000F41DC"/>
    <w:pPr>
      <w:autoSpaceDE w:val="0"/>
      <w:autoSpaceDN w:val="0"/>
      <w:adjustRightInd w:val="0"/>
      <w:ind w:firstLine="720"/>
    </w:pPr>
    <w:rPr>
      <w:rFonts w:ascii="Arial" w:hAnsi="Arial" w:cs="Arial"/>
      <w:sz w:val="26"/>
      <w:szCs w:val="26"/>
    </w:rPr>
  </w:style>
  <w:style w:type="paragraph" w:styleId="BalloonText">
    <w:name w:val="Balloon Text"/>
    <w:basedOn w:val="Normal"/>
    <w:link w:val="BalloonTextChar"/>
    <w:uiPriority w:val="99"/>
    <w:semiHidden/>
    <w:rsid w:val="000F41D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7218"/>
    <w:rPr>
      <w:rFonts w:cs="Times New Roman"/>
      <w:sz w:val="2"/>
    </w:rPr>
  </w:style>
  <w:style w:type="paragraph" w:customStyle="1" w:styleId="ConsNonformat">
    <w:name w:val="ConsNonformat"/>
    <w:uiPriority w:val="99"/>
    <w:rsid w:val="000F41DC"/>
    <w:pPr>
      <w:autoSpaceDE w:val="0"/>
      <w:autoSpaceDN w:val="0"/>
      <w:adjustRightInd w:val="0"/>
      <w:ind w:right="19772"/>
    </w:pPr>
    <w:rPr>
      <w:rFonts w:ascii="Courier New" w:hAnsi="Courier New" w:cs="Courier New"/>
      <w:sz w:val="16"/>
      <w:szCs w:val="16"/>
    </w:rPr>
  </w:style>
  <w:style w:type="paragraph" w:styleId="Footer">
    <w:name w:val="footer"/>
    <w:basedOn w:val="Normal"/>
    <w:link w:val="FooterChar"/>
    <w:uiPriority w:val="99"/>
    <w:rsid w:val="000F41DC"/>
    <w:pPr>
      <w:tabs>
        <w:tab w:val="center" w:pos="4677"/>
        <w:tab w:val="right" w:pos="9355"/>
      </w:tabs>
    </w:pPr>
  </w:style>
  <w:style w:type="character" w:customStyle="1" w:styleId="FooterChar">
    <w:name w:val="Footer Char"/>
    <w:basedOn w:val="DefaultParagraphFont"/>
    <w:link w:val="Footer"/>
    <w:uiPriority w:val="99"/>
    <w:semiHidden/>
    <w:locked/>
    <w:rsid w:val="00F57218"/>
    <w:rPr>
      <w:rFonts w:cs="Times New Roman"/>
      <w:sz w:val="20"/>
      <w:szCs w:val="20"/>
    </w:rPr>
  </w:style>
  <w:style w:type="character" w:styleId="PageNumber">
    <w:name w:val="page number"/>
    <w:basedOn w:val="DefaultParagraphFont"/>
    <w:uiPriority w:val="99"/>
    <w:rsid w:val="000F41DC"/>
    <w:rPr>
      <w:rFonts w:cs="Times New Roman"/>
    </w:rPr>
  </w:style>
  <w:style w:type="paragraph" w:styleId="NormalWeb">
    <w:name w:val="Normal (Web)"/>
    <w:basedOn w:val="Normal"/>
    <w:uiPriority w:val="99"/>
    <w:rsid w:val="000F41DC"/>
    <w:pPr>
      <w:spacing w:before="100" w:beforeAutospacing="1" w:after="100" w:afterAutospacing="1"/>
    </w:pPr>
    <w:rPr>
      <w:sz w:val="24"/>
      <w:szCs w:val="24"/>
    </w:rPr>
  </w:style>
  <w:style w:type="character" w:styleId="Hyperlink">
    <w:name w:val="Hyperlink"/>
    <w:basedOn w:val="DefaultParagraphFont"/>
    <w:uiPriority w:val="99"/>
    <w:rsid w:val="000F41DC"/>
    <w:rPr>
      <w:rFonts w:cs="Times New Roman"/>
      <w:color w:val="0000FF"/>
      <w:u w:val="single"/>
    </w:rPr>
  </w:style>
  <w:style w:type="paragraph" w:styleId="BodyText">
    <w:name w:val="Body Text"/>
    <w:basedOn w:val="Normal"/>
    <w:link w:val="BodyTextChar"/>
    <w:uiPriority w:val="99"/>
    <w:rsid w:val="000F41DC"/>
    <w:pPr>
      <w:spacing w:after="120"/>
    </w:pPr>
  </w:style>
  <w:style w:type="character" w:customStyle="1" w:styleId="BodyTextChar">
    <w:name w:val="Body Text Char"/>
    <w:basedOn w:val="DefaultParagraphFont"/>
    <w:link w:val="BodyText"/>
    <w:uiPriority w:val="99"/>
    <w:semiHidden/>
    <w:locked/>
    <w:rsid w:val="00F57218"/>
    <w:rPr>
      <w:rFonts w:cs="Times New Roman"/>
      <w:sz w:val="20"/>
      <w:szCs w:val="20"/>
    </w:rPr>
  </w:style>
  <w:style w:type="paragraph" w:customStyle="1" w:styleId="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0F41DC"/>
    <w:pPr>
      <w:widowControl w:val="0"/>
      <w:adjustRightInd w:val="0"/>
      <w:spacing w:after="160" w:line="240" w:lineRule="exact"/>
      <w:jc w:val="right"/>
    </w:pPr>
    <w:rPr>
      <w:lang w:val="en-GB" w:eastAsia="en-US"/>
    </w:rPr>
  </w:style>
  <w:style w:type="paragraph" w:customStyle="1" w:styleId="a0">
    <w:name w:val="Знак Знак Знак"/>
    <w:basedOn w:val="Normal"/>
    <w:uiPriority w:val="99"/>
    <w:rsid w:val="000F41DC"/>
    <w:pPr>
      <w:widowControl w:val="0"/>
      <w:adjustRightInd w:val="0"/>
      <w:spacing w:after="160" w:line="240" w:lineRule="exact"/>
      <w:jc w:val="right"/>
    </w:pPr>
    <w:rPr>
      <w:lang w:val="en-GB" w:eastAsia="en-US"/>
    </w:rPr>
  </w:style>
  <w:style w:type="paragraph" w:customStyle="1" w:styleId="a1">
    <w:name w:val="Знак"/>
    <w:basedOn w:val="Normal"/>
    <w:uiPriority w:val="99"/>
    <w:rsid w:val="000F41DC"/>
    <w:rPr>
      <w:rFonts w:ascii="Verdana" w:hAnsi="Verdana" w:cs="Verdana"/>
      <w:lang w:val="en-US" w:eastAsia="en-US"/>
    </w:rPr>
  </w:style>
  <w:style w:type="paragraph" w:styleId="Header">
    <w:name w:val="header"/>
    <w:basedOn w:val="Normal"/>
    <w:link w:val="HeaderChar"/>
    <w:uiPriority w:val="99"/>
    <w:rsid w:val="00391E92"/>
    <w:pPr>
      <w:tabs>
        <w:tab w:val="center" w:pos="4677"/>
        <w:tab w:val="right" w:pos="9355"/>
      </w:tabs>
    </w:pPr>
  </w:style>
  <w:style w:type="character" w:customStyle="1" w:styleId="HeaderChar">
    <w:name w:val="Header Char"/>
    <w:basedOn w:val="DefaultParagraphFont"/>
    <w:link w:val="Header"/>
    <w:uiPriority w:val="99"/>
    <w:semiHidden/>
    <w:locked/>
    <w:rsid w:val="00F57218"/>
    <w:rPr>
      <w:rFonts w:cs="Times New Roman"/>
      <w:sz w:val="20"/>
      <w:szCs w:val="20"/>
    </w:rPr>
  </w:style>
  <w:style w:type="paragraph" w:customStyle="1" w:styleId="western">
    <w:name w:val="western"/>
    <w:basedOn w:val="Normal"/>
    <w:uiPriority w:val="99"/>
    <w:rsid w:val="00870365"/>
    <w:pPr>
      <w:spacing w:before="100" w:beforeAutospacing="1" w:after="142" w:line="288" w:lineRule="auto"/>
    </w:pPr>
    <w:rPr>
      <w:color w:val="000000"/>
    </w:rPr>
  </w:style>
  <w:style w:type="paragraph" w:styleId="ListParagraph">
    <w:name w:val="List Paragraph"/>
    <w:basedOn w:val="Normal"/>
    <w:uiPriority w:val="99"/>
    <w:qFormat/>
    <w:rsid w:val="00686F17"/>
    <w:pPr>
      <w:ind w:left="720"/>
      <w:contextualSpacing/>
    </w:pPr>
  </w:style>
</w:styles>
</file>

<file path=word/webSettings.xml><?xml version="1.0" encoding="utf-8"?>
<w:webSettings xmlns:r="http://schemas.openxmlformats.org/officeDocument/2006/relationships" xmlns:w="http://schemas.openxmlformats.org/wordprocessingml/2006/main">
  <w:divs>
    <w:div w:id="1251040205">
      <w:marLeft w:val="0"/>
      <w:marRight w:val="0"/>
      <w:marTop w:val="0"/>
      <w:marBottom w:val="0"/>
      <w:divBdr>
        <w:top w:val="none" w:sz="0" w:space="0" w:color="auto"/>
        <w:left w:val="none" w:sz="0" w:space="0" w:color="auto"/>
        <w:bottom w:val="none" w:sz="0" w:space="0" w:color="auto"/>
        <w:right w:val="none" w:sz="0" w:space="0" w:color="auto"/>
      </w:divBdr>
    </w:div>
    <w:div w:id="1251040206">
      <w:marLeft w:val="0"/>
      <w:marRight w:val="0"/>
      <w:marTop w:val="0"/>
      <w:marBottom w:val="0"/>
      <w:divBdr>
        <w:top w:val="none" w:sz="0" w:space="0" w:color="auto"/>
        <w:left w:val="none" w:sz="0" w:space="0" w:color="auto"/>
        <w:bottom w:val="none" w:sz="0" w:space="0" w:color="auto"/>
        <w:right w:val="none" w:sz="0" w:space="0" w:color="auto"/>
      </w:divBdr>
    </w:div>
    <w:div w:id="1251040207">
      <w:marLeft w:val="0"/>
      <w:marRight w:val="0"/>
      <w:marTop w:val="0"/>
      <w:marBottom w:val="0"/>
      <w:divBdr>
        <w:top w:val="none" w:sz="0" w:space="0" w:color="auto"/>
        <w:left w:val="none" w:sz="0" w:space="0" w:color="auto"/>
        <w:bottom w:val="none" w:sz="0" w:space="0" w:color="auto"/>
        <w:right w:val="none" w:sz="0" w:space="0" w:color="auto"/>
      </w:divBdr>
    </w:div>
    <w:div w:id="1251040208">
      <w:marLeft w:val="0"/>
      <w:marRight w:val="0"/>
      <w:marTop w:val="0"/>
      <w:marBottom w:val="0"/>
      <w:divBdr>
        <w:top w:val="none" w:sz="0" w:space="0" w:color="auto"/>
        <w:left w:val="none" w:sz="0" w:space="0" w:color="auto"/>
        <w:bottom w:val="none" w:sz="0" w:space="0" w:color="auto"/>
        <w:right w:val="none" w:sz="0" w:space="0" w:color="auto"/>
      </w:divBdr>
    </w:div>
    <w:div w:id="12510402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1</Pages>
  <Words>223</Words>
  <Characters>1276</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1</dc:creator>
  <cp:keywords/>
  <dc:description/>
  <cp:lastModifiedBy>Ибрагимов</cp:lastModifiedBy>
  <cp:revision>8</cp:revision>
  <cp:lastPrinted>2024-10-01T10:15:00Z</cp:lastPrinted>
  <dcterms:created xsi:type="dcterms:W3CDTF">2024-04-27T03:39:00Z</dcterms:created>
  <dcterms:modified xsi:type="dcterms:W3CDTF">2024-10-01T10:27:00Z</dcterms:modified>
</cp:coreProperties>
</file>